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36855">
        <w:rPr>
          <w:rFonts w:ascii="Times New Roman" w:hAnsi="Times New Roman"/>
          <w:sz w:val="28"/>
          <w:szCs w:val="28"/>
        </w:rPr>
        <w:t>Урок.</w:t>
      </w:r>
      <w:r w:rsidRPr="00F36855">
        <w:rPr>
          <w:rFonts w:ascii="Times New Roman" w:hAnsi="Times New Roman"/>
          <w:b/>
          <w:sz w:val="28"/>
          <w:szCs w:val="28"/>
        </w:rPr>
        <w:t xml:space="preserve"> Ігрові вправи з надання команд виконавцям у середовищах програмування</w:t>
      </w: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</w:t>
      </w:r>
      <w:r w:rsidRPr="00F36855">
        <w:rPr>
          <w:rFonts w:ascii="Times New Roman" w:hAnsi="Times New Roman"/>
          <w:b/>
          <w:sz w:val="28"/>
          <w:szCs w:val="28"/>
        </w:rPr>
        <w:t>:</w:t>
      </w:r>
    </w:p>
    <w:p w:rsidR="00DD136B" w:rsidRPr="00F36855" w:rsidRDefault="00DD136B" w:rsidP="004A1CBE">
      <w:pPr>
        <w:pStyle w:val="ListParagraph"/>
        <w:numPr>
          <w:ilvl w:val="0"/>
          <w:numId w:val="1"/>
        </w:numPr>
        <w:adjustRightInd w:val="0"/>
        <w:snapToGri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855">
        <w:rPr>
          <w:rFonts w:ascii="Times New Roman" w:hAnsi="Times New Roman"/>
          <w:b/>
          <w:i/>
          <w:sz w:val="28"/>
          <w:szCs w:val="28"/>
        </w:rPr>
        <w:t>навчальна</w:t>
      </w:r>
      <w:r w:rsidRPr="00F36855">
        <w:rPr>
          <w:rFonts w:ascii="Times New Roman" w:hAnsi="Times New Roman"/>
          <w:sz w:val="28"/>
          <w:szCs w:val="28"/>
        </w:rPr>
        <w:t>: навчити надавати команди виконавцю в середовищах програмування;</w:t>
      </w:r>
    </w:p>
    <w:p w:rsidR="00DD136B" w:rsidRPr="00F36855" w:rsidRDefault="00DD136B" w:rsidP="004A1CBE">
      <w:pPr>
        <w:pStyle w:val="ListParagraph"/>
        <w:numPr>
          <w:ilvl w:val="0"/>
          <w:numId w:val="1"/>
        </w:numPr>
        <w:adjustRightInd w:val="0"/>
        <w:snapToGri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855">
        <w:rPr>
          <w:rFonts w:ascii="Times New Roman" w:hAnsi="Times New Roman"/>
          <w:b/>
          <w:i/>
          <w:sz w:val="28"/>
          <w:szCs w:val="28"/>
        </w:rPr>
        <w:t>розвивальна</w:t>
      </w:r>
      <w:r w:rsidRPr="00F36855">
        <w:rPr>
          <w:rFonts w:ascii="Times New Roman" w:hAnsi="Times New Roman"/>
          <w:sz w:val="28"/>
          <w:szCs w:val="28"/>
        </w:rPr>
        <w:t>: розвивати спостережливість, пам’ять, мовлення;</w:t>
      </w:r>
    </w:p>
    <w:p w:rsidR="00DD136B" w:rsidRPr="00F36855" w:rsidRDefault="00DD136B" w:rsidP="004A1CBE">
      <w:pPr>
        <w:pStyle w:val="ListParagraph"/>
        <w:numPr>
          <w:ilvl w:val="0"/>
          <w:numId w:val="1"/>
        </w:numPr>
        <w:adjustRightInd w:val="0"/>
        <w:snapToGri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855">
        <w:rPr>
          <w:rFonts w:ascii="Times New Roman" w:hAnsi="Times New Roman"/>
          <w:b/>
          <w:i/>
          <w:sz w:val="28"/>
          <w:szCs w:val="28"/>
        </w:rPr>
        <w:t>виховна</w:t>
      </w:r>
      <w:r w:rsidRPr="00F36855">
        <w:rPr>
          <w:rFonts w:ascii="Times New Roman" w:hAnsi="Times New Roman"/>
          <w:sz w:val="28"/>
          <w:szCs w:val="28"/>
        </w:rPr>
        <w:t>: виховувати здатність орієнтуватися в інформаційному просторі.</w:t>
      </w: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Тип уроку</w:t>
      </w:r>
      <w:r w:rsidRPr="00F36855">
        <w:rPr>
          <w:rFonts w:ascii="Times New Roman" w:hAnsi="Times New Roman"/>
          <w:sz w:val="28"/>
          <w:szCs w:val="28"/>
        </w:rPr>
        <w:t>: засвоєння нових знань, формування вмінь.</w:t>
      </w: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Обладнання та наочність</w:t>
      </w:r>
      <w:r w:rsidRPr="00F36855">
        <w:rPr>
          <w:rFonts w:ascii="Times New Roman" w:hAnsi="Times New Roman"/>
          <w:sz w:val="28"/>
          <w:szCs w:val="28"/>
        </w:rPr>
        <w:t>: дошка, комп’ютери, презентація.</w:t>
      </w: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Програмне забезпечення</w:t>
      </w:r>
      <w:r w:rsidRPr="00F36855">
        <w:rPr>
          <w:rFonts w:ascii="Times New Roman" w:hAnsi="Times New Roman"/>
          <w:sz w:val="28"/>
          <w:szCs w:val="28"/>
        </w:rPr>
        <w:t>: Сходинки до інформатики, Скарбниця знань, GCompris, Інформатика. 1-й рік навчання, браузер.</w:t>
      </w:r>
    </w:p>
    <w:p w:rsidR="00DD136B" w:rsidRPr="00F36855" w:rsidRDefault="00DD136B" w:rsidP="001E428D">
      <w:pPr>
        <w:adjustRightInd w:val="0"/>
        <w:snapToGri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Хід уроку</w:t>
      </w: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І. Організаційний етап</w:t>
      </w:r>
    </w:p>
    <w:p w:rsidR="00DD136B" w:rsidRPr="00D2009B" w:rsidRDefault="00DD136B" w:rsidP="004A1CB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  <w:u w:val="single"/>
          <w:lang w:val="uk-UA"/>
        </w:rPr>
      </w:pPr>
      <w:r w:rsidRPr="00D2009B">
        <w:rPr>
          <w:color w:val="FF0000"/>
          <w:sz w:val="28"/>
          <w:szCs w:val="28"/>
          <w:u w:val="single"/>
          <w:lang w:val="uk-UA"/>
        </w:rPr>
        <w:t>Учитель:</w:t>
      </w:r>
    </w:p>
    <w:p w:rsidR="00DD136B" w:rsidRPr="00B65B56" w:rsidRDefault="00DD136B" w:rsidP="004A1CB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5B56">
        <w:rPr>
          <w:sz w:val="28"/>
          <w:szCs w:val="28"/>
        </w:rPr>
        <w:t>Ось дзвінок сигнал нам дав.</w:t>
      </w:r>
    </w:p>
    <w:p w:rsidR="00DD136B" w:rsidRPr="00B65B56" w:rsidRDefault="00DD136B" w:rsidP="004A1CB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5B56">
        <w:rPr>
          <w:sz w:val="28"/>
          <w:szCs w:val="28"/>
        </w:rPr>
        <w:t>Працювати час настав.</w:t>
      </w:r>
    </w:p>
    <w:p w:rsidR="00DD136B" w:rsidRPr="00B65B56" w:rsidRDefault="00DD136B" w:rsidP="004A1CB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5B56">
        <w:rPr>
          <w:sz w:val="28"/>
          <w:szCs w:val="28"/>
        </w:rPr>
        <w:t>Тож і ми часу не гаймо,</w:t>
      </w:r>
    </w:p>
    <w:p w:rsidR="00DD136B" w:rsidRDefault="00DD136B" w:rsidP="004A1CB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65B56">
        <w:rPr>
          <w:sz w:val="28"/>
          <w:szCs w:val="28"/>
        </w:rPr>
        <w:t>Урок скоріше починаймо!</w:t>
      </w: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09B">
        <w:rPr>
          <w:rFonts w:ascii="Times New Roman" w:hAnsi="Times New Roman"/>
          <w:sz w:val="28"/>
          <w:szCs w:val="28"/>
        </w:rPr>
        <w:t>Діти, у нас на уроці присутні гості, тому поверніться до них, привітайтеся, подаруйте їм свої посмішки!</w:t>
      </w:r>
    </w:p>
    <w:p w:rsidR="00DD136B" w:rsidRPr="00D2009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620">
        <w:rPr>
          <w:rFonts w:ascii="Times New Roman" w:hAnsi="Times New Roman"/>
          <w:color w:val="FF0000"/>
          <w:sz w:val="28"/>
          <w:szCs w:val="28"/>
          <w:u w:val="single"/>
        </w:rPr>
        <w:t>Діти:</w:t>
      </w:r>
      <w:r>
        <w:rPr>
          <w:rFonts w:ascii="Times New Roman" w:hAnsi="Times New Roman"/>
          <w:sz w:val="28"/>
          <w:szCs w:val="28"/>
        </w:rPr>
        <w:t xml:space="preserve"> Ми раді вітати вас в нашій оселі, зичимо миру, здоров’я добра!</w:t>
      </w:r>
    </w:p>
    <w:p w:rsidR="00DD136B" w:rsidRPr="00D2009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A2620">
        <w:rPr>
          <w:rFonts w:ascii="Times New Roman" w:hAnsi="Times New Roman"/>
          <w:color w:val="FF0000"/>
          <w:sz w:val="28"/>
          <w:szCs w:val="28"/>
          <w:u w:val="single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А тепер сідайте, будь ласка</w:t>
      </w:r>
      <w:r w:rsidRPr="00D2009B">
        <w:rPr>
          <w:rFonts w:ascii="Times New Roman" w:hAnsi="Times New Roman"/>
          <w:sz w:val="28"/>
          <w:szCs w:val="28"/>
        </w:rPr>
        <w:t>. Подивіться мені в очі. Погляньмо один на одного, посміхнемося, подумки побажаємо добра, успіхів. Щоб наша праця була успішною слід дотримуватись таких правил, пригадаймо їх:</w:t>
      </w:r>
      <w:r w:rsidRPr="00D2009B">
        <w:rPr>
          <w:rFonts w:ascii="Times New Roman" w:hAnsi="Times New Roman"/>
          <w:i/>
          <w:sz w:val="28"/>
          <w:szCs w:val="28"/>
        </w:rPr>
        <w:t xml:space="preserve"> </w:t>
      </w:r>
    </w:p>
    <w:p w:rsidR="00DD136B" w:rsidRPr="00D2009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09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09B">
        <w:rPr>
          <w:rFonts w:ascii="Times New Roman" w:hAnsi="Times New Roman"/>
          <w:sz w:val="28"/>
          <w:szCs w:val="28"/>
        </w:rPr>
        <w:t>Правило піднятої руки.</w:t>
      </w:r>
    </w:p>
    <w:p w:rsidR="00DD136B" w:rsidRPr="00D2009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09B">
        <w:rPr>
          <w:rFonts w:ascii="Times New Roman" w:hAnsi="Times New Roman"/>
          <w:sz w:val="28"/>
          <w:szCs w:val="28"/>
        </w:rPr>
        <w:t>2. Дружня співпраця у парах, групах.</w:t>
      </w:r>
    </w:p>
    <w:p w:rsidR="00DD136B" w:rsidRPr="00D2009B" w:rsidRDefault="00DD136B" w:rsidP="004A1CBE">
      <w:pPr>
        <w:tabs>
          <w:tab w:val="center" w:pos="467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09B">
        <w:rPr>
          <w:rFonts w:ascii="Times New Roman" w:hAnsi="Times New Roman"/>
          <w:sz w:val="28"/>
          <w:szCs w:val="28"/>
        </w:rPr>
        <w:t>3. Уважно слухати вчителя і учнів.</w:t>
      </w:r>
    </w:p>
    <w:p w:rsidR="00DD136B" w:rsidRDefault="00DD136B" w:rsidP="004A1CBE">
      <w:pPr>
        <w:tabs>
          <w:tab w:val="center" w:pos="467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09B">
        <w:rPr>
          <w:rFonts w:ascii="Times New Roman" w:hAnsi="Times New Roman"/>
          <w:sz w:val="28"/>
          <w:szCs w:val="28"/>
        </w:rPr>
        <w:t>4. Активно і творчо працювати.</w:t>
      </w:r>
    </w:p>
    <w:p w:rsidR="00DD136B" w:rsidRPr="00EF77D5" w:rsidRDefault="00DD136B" w:rsidP="004A1CBE">
      <w:pPr>
        <w:tabs>
          <w:tab w:val="center" w:pos="4677"/>
        </w:tabs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color w:val="008000"/>
          <w:sz w:val="28"/>
          <w:szCs w:val="28"/>
        </w:rPr>
      </w:pPr>
      <w:r>
        <w:rPr>
          <w:rFonts w:ascii="Times New Roman" w:hAnsi="Times New Roman"/>
          <w:b/>
          <w:color w:val="008000"/>
          <w:sz w:val="28"/>
          <w:szCs w:val="28"/>
        </w:rPr>
        <w:t>Заповнення картки самооцінки «З яким настроєм я прийшов на урок…»</w:t>
      </w:r>
    </w:p>
    <w:p w:rsidR="00DD136B" w:rsidRDefault="00DD136B" w:rsidP="009D0019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 w:rsidRPr="00233ED6">
        <w:rPr>
          <w:rFonts w:ascii="Times New Roman" w:hAnsi="Times New Roman"/>
          <w:color w:val="FF0000"/>
          <w:sz w:val="28"/>
          <w:szCs w:val="28"/>
          <w:u w:val="single"/>
        </w:rPr>
        <w:t>1. Оголошення очікуваних результатів</w:t>
      </w:r>
      <w:r>
        <w:rPr>
          <w:rFonts w:ascii="Times New Roman" w:hAnsi="Times New Roman"/>
          <w:color w:val="FF0000"/>
          <w:sz w:val="28"/>
          <w:szCs w:val="28"/>
          <w:u w:val="single"/>
        </w:rPr>
        <w:t xml:space="preserve"> та поставлених завдань.</w:t>
      </w:r>
    </w:p>
    <w:p w:rsidR="00DD136B" w:rsidRPr="00715935" w:rsidRDefault="00DD136B" w:rsidP="009D0019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15935">
        <w:rPr>
          <w:rFonts w:ascii="Times New Roman" w:hAnsi="Times New Roman"/>
          <w:i/>
          <w:sz w:val="28"/>
          <w:szCs w:val="28"/>
        </w:rPr>
        <w:t>Очікування результатів.</w:t>
      </w:r>
    </w:p>
    <w:p w:rsidR="00DD136B" w:rsidRDefault="00DD136B" w:rsidP="009D0019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Учні за допомогою сигнальних карток висловлюють свої думки, щодо того, що вони очікують від уроку.</w:t>
      </w:r>
    </w:p>
    <w:p w:rsidR="00DD136B" w:rsidRDefault="00DD136B" w:rsidP="009D0019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сподіваюсь…</w:t>
      </w:r>
    </w:p>
    <w:p w:rsidR="00DD136B" w:rsidRDefault="00DD136B" w:rsidP="009D0019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чекаю…</w:t>
      </w:r>
    </w:p>
    <w:p w:rsidR="00DD136B" w:rsidRDefault="00DD136B" w:rsidP="009D0019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очікую…</w:t>
      </w:r>
    </w:p>
    <w:p w:rsidR="00DD136B" w:rsidRPr="001329B3" w:rsidRDefault="00DD136B" w:rsidP="009D0019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  <w:u w:val="single"/>
          <w:lang w:val="uk-UA"/>
        </w:rPr>
      </w:pPr>
      <w:r w:rsidRPr="004B2AEE">
        <w:rPr>
          <w:color w:val="FF0000"/>
          <w:sz w:val="28"/>
          <w:szCs w:val="28"/>
          <w:u w:val="single"/>
        </w:rPr>
        <w:t>2</w:t>
      </w:r>
      <w:r w:rsidRPr="001329B3">
        <w:rPr>
          <w:color w:val="FF0000"/>
          <w:sz w:val="28"/>
          <w:szCs w:val="28"/>
          <w:u w:val="single"/>
          <w:lang w:val="uk-UA"/>
        </w:rPr>
        <w:t>. Оголошення плану уроку</w:t>
      </w:r>
    </w:p>
    <w:p w:rsidR="00DD136B" w:rsidRDefault="00DD136B" w:rsidP="009D0019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Тому сьогодні у нас такі завдання на уроці:</w:t>
      </w:r>
    </w:p>
    <w:p w:rsidR="00DD136B" w:rsidRDefault="00DD136B" w:rsidP="000F69AC">
      <w:pPr>
        <w:numPr>
          <w:ilvl w:val="0"/>
          <w:numId w:val="3"/>
        </w:numPr>
        <w:tabs>
          <w:tab w:val="clear" w:pos="1429"/>
          <w:tab w:val="num" w:pos="540"/>
        </w:tabs>
        <w:adjustRightInd w:val="0"/>
        <w:snapToGri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Повторити вивчений матеріал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Візьми яблуко</w:t>
      </w:r>
    </w:p>
    <w:p w:rsidR="00DD136B" w:rsidRDefault="00DD136B" w:rsidP="000F69AC">
      <w:pPr>
        <w:numPr>
          <w:ilvl w:val="0"/>
          <w:numId w:val="3"/>
        </w:numPr>
        <w:tabs>
          <w:tab w:val="clear" w:pos="1429"/>
          <w:tab w:val="num" w:pos="540"/>
        </w:tabs>
        <w:adjustRightInd w:val="0"/>
        <w:snapToGri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Вивчити новий матеріал.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Помий яблуко</w:t>
      </w:r>
    </w:p>
    <w:p w:rsidR="00DD136B" w:rsidRDefault="00DD136B" w:rsidP="000F69AC">
      <w:pPr>
        <w:numPr>
          <w:ilvl w:val="0"/>
          <w:numId w:val="3"/>
        </w:numPr>
        <w:tabs>
          <w:tab w:val="clear" w:pos="1429"/>
          <w:tab w:val="num" w:pos="540"/>
        </w:tabs>
        <w:adjustRightInd w:val="0"/>
        <w:snapToGri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Виконати цікаві завдання.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З’їж яблуко</w:t>
      </w:r>
    </w:p>
    <w:p w:rsidR="00DD136B" w:rsidRDefault="00DD136B" w:rsidP="000F69AC">
      <w:pPr>
        <w:numPr>
          <w:ilvl w:val="0"/>
          <w:numId w:val="3"/>
        </w:numPr>
        <w:tabs>
          <w:tab w:val="clear" w:pos="1429"/>
          <w:tab w:val="num" w:pos="540"/>
        </w:tabs>
        <w:adjustRightInd w:val="0"/>
        <w:snapToGri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Провести фізкультхвилинку.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Помий руки</w:t>
      </w:r>
    </w:p>
    <w:p w:rsidR="00DD136B" w:rsidRDefault="00DD136B" w:rsidP="000F69AC">
      <w:pPr>
        <w:numPr>
          <w:ilvl w:val="0"/>
          <w:numId w:val="3"/>
        </w:numPr>
        <w:tabs>
          <w:tab w:val="clear" w:pos="1429"/>
          <w:tab w:val="num" w:pos="540"/>
        </w:tabs>
        <w:adjustRightInd w:val="0"/>
        <w:snapToGri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Виконати практичне завдання за комп’ютером.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Викинь недогризок</w:t>
      </w:r>
    </w:p>
    <w:p w:rsidR="00DD136B" w:rsidRDefault="00DD136B" w:rsidP="000F69AC">
      <w:pPr>
        <w:numPr>
          <w:ilvl w:val="0"/>
          <w:numId w:val="3"/>
        </w:numPr>
        <w:tabs>
          <w:tab w:val="clear" w:pos="1429"/>
          <w:tab w:val="num" w:pos="540"/>
        </w:tabs>
        <w:adjustRightInd w:val="0"/>
        <w:snapToGri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Підбити підсумки уроку.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Знайди кошик для сміття</w:t>
      </w:r>
    </w:p>
    <w:p w:rsidR="00DD136B" w:rsidRDefault="00DD136B" w:rsidP="009D0019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53FE">
        <w:rPr>
          <w:rFonts w:ascii="Times New Roman" w:hAnsi="Times New Roman"/>
          <w:color w:val="000000"/>
          <w:sz w:val="28"/>
          <w:szCs w:val="28"/>
        </w:rPr>
        <w:t xml:space="preserve">На дошці висять картки з планом уроку. Під </w:t>
      </w:r>
      <w:r>
        <w:rPr>
          <w:rFonts w:ascii="Times New Roman" w:hAnsi="Times New Roman"/>
          <w:color w:val="000000"/>
          <w:sz w:val="28"/>
          <w:szCs w:val="28"/>
        </w:rPr>
        <w:t xml:space="preserve">час </w:t>
      </w:r>
      <w:r w:rsidRPr="002253FE">
        <w:rPr>
          <w:rFonts w:ascii="Times New Roman" w:hAnsi="Times New Roman"/>
          <w:color w:val="000000"/>
          <w:sz w:val="28"/>
          <w:szCs w:val="28"/>
        </w:rPr>
        <w:t xml:space="preserve">всього уроку </w:t>
      </w:r>
      <w:r>
        <w:rPr>
          <w:rFonts w:ascii="Times New Roman" w:hAnsi="Times New Roman"/>
          <w:color w:val="000000"/>
          <w:sz w:val="28"/>
          <w:szCs w:val="28"/>
        </w:rPr>
        <w:t>виконане завдання створює команду, в кінці – створюється повний алгоритм дій «З’їсти яблуко».</w:t>
      </w: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ІІ. Актуалізація опорних знань</w:t>
      </w:r>
    </w:p>
    <w:p w:rsidR="00DD136B" w:rsidRPr="00823324" w:rsidRDefault="00DD136B" w:rsidP="00823324">
      <w:pPr>
        <w:spacing w:line="240" w:lineRule="auto"/>
        <w:ind w:firstLine="709"/>
        <w:jc w:val="center"/>
        <w:rPr>
          <w:rFonts w:ascii="Times New Roman" w:hAnsi="Times New Roman"/>
          <w:b/>
          <w:color w:val="FF0000"/>
          <w:sz w:val="36"/>
          <w:szCs w:val="36"/>
          <w:u w:val="single"/>
        </w:rPr>
      </w:pPr>
      <w:r w:rsidRPr="00823324">
        <w:rPr>
          <w:rFonts w:ascii="Times New Roman" w:hAnsi="Times New Roman"/>
          <w:b/>
          <w:color w:val="FF0000"/>
          <w:sz w:val="36"/>
          <w:szCs w:val="36"/>
          <w:u w:val="single"/>
        </w:rPr>
        <w:t>Звернутись до плану уроку!!!</w:t>
      </w:r>
    </w:p>
    <w:p w:rsidR="00DD136B" w:rsidRPr="00F36855" w:rsidRDefault="00DD136B" w:rsidP="00C606F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855">
        <w:rPr>
          <w:rFonts w:ascii="Times New Roman" w:hAnsi="Times New Roman"/>
          <w:sz w:val="28"/>
          <w:szCs w:val="28"/>
        </w:rPr>
        <w:t>Виправте помилку в послідовності дій.</w:t>
      </w:r>
    </w:p>
    <w:p w:rsidR="00DD136B" w:rsidRPr="00C65C2B" w:rsidRDefault="00DD136B" w:rsidP="00C65C2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Batang" w:hAnsi="Times New Roman"/>
          <w:color w:val="000000"/>
          <w:sz w:val="28"/>
          <w:szCs w:val="28"/>
          <w:lang w:val="ru-RU" w:eastAsia="ko-KR"/>
        </w:rPr>
      </w:pP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1)</w:t>
      </w:r>
      <w:r>
        <w:rPr>
          <w:rFonts w:ascii="Times New Roman" w:eastAsia="Batang" w:hAnsi="Times New Roman"/>
          <w:color w:val="000000"/>
          <w:sz w:val="28"/>
          <w:szCs w:val="28"/>
          <w:lang w:eastAsia="ko-KR"/>
        </w:rPr>
        <w:tab/>
      </w: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піти в магазин;</w:t>
      </w:r>
    </w:p>
    <w:p w:rsidR="00DD136B" w:rsidRPr="00C65C2B" w:rsidRDefault="00DD136B" w:rsidP="00C65C2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Batang" w:hAnsi="Times New Roman"/>
          <w:color w:val="000000"/>
          <w:sz w:val="28"/>
          <w:szCs w:val="28"/>
          <w:lang w:val="ru-RU" w:eastAsia="ko-KR"/>
        </w:rPr>
      </w:pP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2)</w:t>
      </w:r>
      <w:r>
        <w:rPr>
          <w:rFonts w:ascii="Times New Roman" w:eastAsia="Batang" w:hAnsi="Times New Roman"/>
          <w:color w:val="000000"/>
          <w:sz w:val="28"/>
          <w:szCs w:val="28"/>
          <w:lang w:eastAsia="ko-KR"/>
        </w:rPr>
        <w:tab/>
      </w: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оплатити вартість покупки;</w:t>
      </w:r>
    </w:p>
    <w:p w:rsidR="00DD136B" w:rsidRPr="00C65C2B" w:rsidRDefault="00DD136B" w:rsidP="00C65C2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Batang" w:hAnsi="Times New Roman"/>
          <w:color w:val="000000"/>
          <w:sz w:val="28"/>
          <w:szCs w:val="28"/>
          <w:lang w:val="ru-RU" w:eastAsia="ko-KR"/>
        </w:rPr>
      </w:pP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3)</w:t>
      </w:r>
      <w:r>
        <w:rPr>
          <w:rFonts w:ascii="Times New Roman" w:eastAsia="Batang" w:hAnsi="Times New Roman"/>
          <w:color w:val="000000"/>
          <w:sz w:val="28"/>
          <w:szCs w:val="28"/>
          <w:lang w:eastAsia="ko-KR"/>
        </w:rPr>
        <w:tab/>
      </w: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принести хліб додому</w:t>
      </w:r>
      <w:r>
        <w:rPr>
          <w:rFonts w:ascii="Times New Roman" w:eastAsia="Batang" w:hAnsi="Times New Roman"/>
          <w:color w:val="000000"/>
          <w:sz w:val="28"/>
          <w:szCs w:val="28"/>
          <w:lang w:eastAsia="ko-KR"/>
        </w:rPr>
        <w:t>;</w:t>
      </w:r>
    </w:p>
    <w:p w:rsidR="00DD136B" w:rsidRPr="00C65C2B" w:rsidRDefault="00DD136B" w:rsidP="00C65C2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Batang" w:hAnsi="Times New Roman"/>
          <w:color w:val="000000"/>
          <w:sz w:val="28"/>
          <w:szCs w:val="28"/>
          <w:lang w:val="ru-RU" w:eastAsia="ko-KR"/>
        </w:rPr>
      </w:pP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4)</w:t>
      </w:r>
      <w:r>
        <w:rPr>
          <w:rFonts w:ascii="Times New Roman" w:eastAsia="Batang" w:hAnsi="Times New Roman"/>
          <w:color w:val="000000"/>
          <w:sz w:val="28"/>
          <w:szCs w:val="28"/>
          <w:lang w:eastAsia="ko-KR"/>
        </w:rPr>
        <w:tab/>
      </w: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взяти гроші;</w:t>
      </w:r>
    </w:p>
    <w:p w:rsidR="00DD136B" w:rsidRDefault="00DD136B" w:rsidP="00C65C2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Batang" w:hAnsi="Times New Roman"/>
          <w:color w:val="000000"/>
          <w:sz w:val="28"/>
          <w:szCs w:val="28"/>
          <w:lang w:eastAsia="ko-KR"/>
        </w:rPr>
      </w:pP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5)</w:t>
      </w:r>
      <w:r>
        <w:rPr>
          <w:rFonts w:ascii="Times New Roman" w:eastAsia="Batang" w:hAnsi="Times New Roman"/>
          <w:color w:val="000000"/>
          <w:sz w:val="28"/>
          <w:szCs w:val="28"/>
          <w:lang w:eastAsia="ko-KR"/>
        </w:rPr>
        <w:tab/>
      </w:r>
      <w:r w:rsidRPr="00C65C2B">
        <w:rPr>
          <w:rFonts w:ascii="Times New Roman" w:eastAsia="Batang" w:hAnsi="Times New Roman"/>
          <w:color w:val="000000"/>
          <w:sz w:val="28"/>
          <w:szCs w:val="28"/>
          <w:lang w:eastAsia="ko-KR"/>
        </w:rPr>
        <w:t>вибра</w:t>
      </w:r>
      <w:r>
        <w:rPr>
          <w:rFonts w:ascii="Times New Roman" w:eastAsia="Batang" w:hAnsi="Times New Roman"/>
          <w:color w:val="000000"/>
          <w:sz w:val="28"/>
          <w:szCs w:val="28"/>
          <w:lang w:eastAsia="ko-KR"/>
        </w:rPr>
        <w:t>ти потрібні хлібобулочні вироби.</w:t>
      </w:r>
    </w:p>
    <w:p w:rsidR="00DD136B" w:rsidRPr="00DA6E6B" w:rsidRDefault="00DD136B" w:rsidP="00C65C2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Batang" w:hAnsi="Times New Roman"/>
          <w:b/>
          <w:color w:val="008000"/>
          <w:sz w:val="28"/>
          <w:szCs w:val="28"/>
          <w:lang w:val="ru-RU" w:eastAsia="ko-KR"/>
        </w:rPr>
      </w:pPr>
      <w:r>
        <w:rPr>
          <w:rFonts w:ascii="Times New Roman" w:eastAsia="Batang" w:hAnsi="Times New Roman"/>
          <w:b/>
          <w:color w:val="008000"/>
          <w:sz w:val="28"/>
          <w:szCs w:val="28"/>
          <w:lang w:eastAsia="ko-KR"/>
        </w:rPr>
        <w:t>Заповнення картки самооцінки «Повторив вивчений раніше матеріал…»</w:t>
      </w: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ІІІ. Мотивація навчальної діяльності</w:t>
      </w:r>
    </w:p>
    <w:p w:rsidR="00DD136B" w:rsidRDefault="00DD136B" w:rsidP="00C606F7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color w:val="FF0000"/>
          <w:sz w:val="28"/>
          <w:szCs w:val="28"/>
          <w:u w:val="single"/>
        </w:rPr>
        <w:t>2</w:t>
      </w:r>
      <w:r w:rsidRPr="004A1CBE">
        <w:rPr>
          <w:rFonts w:ascii="Times New Roman" w:hAnsi="Times New Roman"/>
          <w:color w:val="FF0000"/>
          <w:sz w:val="28"/>
          <w:szCs w:val="28"/>
          <w:u w:val="single"/>
        </w:rPr>
        <w:t xml:space="preserve">. Оголошення </w:t>
      </w:r>
      <w:r>
        <w:rPr>
          <w:rFonts w:ascii="Times New Roman" w:hAnsi="Times New Roman"/>
          <w:color w:val="FF0000"/>
          <w:sz w:val="28"/>
          <w:szCs w:val="28"/>
          <w:u w:val="single"/>
        </w:rPr>
        <w:t>теми уроку</w:t>
      </w:r>
    </w:p>
    <w:p w:rsidR="00DD136B" w:rsidRDefault="00DD136B" w:rsidP="00C606F7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Дітки, як ви гадаєте, що ми сьогодні робитимемо на уроці? (</w:t>
      </w:r>
      <w:r w:rsidRPr="00823324">
        <w:rPr>
          <w:rFonts w:ascii="Times New Roman" w:hAnsi="Times New Roman"/>
          <w:i/>
          <w:sz w:val="28"/>
          <w:szCs w:val="28"/>
        </w:rPr>
        <w:t>відповіді дітей</w:t>
      </w:r>
      <w:r>
        <w:rPr>
          <w:rFonts w:ascii="Times New Roman" w:hAnsi="Times New Roman"/>
          <w:sz w:val="28"/>
          <w:szCs w:val="28"/>
        </w:rPr>
        <w:t>)</w:t>
      </w:r>
    </w:p>
    <w:p w:rsidR="00DD136B" w:rsidRPr="00C606F7" w:rsidRDefault="00DD136B" w:rsidP="00C606F7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Сьогодні на уроці ми з вами закріпимо поняття «команда» та «виконавець команди», а також зробимо перші кроки до створення власних ігор, використовуючи команди виконавців у середовищі програмування.</w:t>
      </w:r>
    </w:p>
    <w:p w:rsidR="00DD136B" w:rsidRDefault="00DD136B" w:rsidP="00C606F7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ІV. Вивчення нового матеріалу</w:t>
      </w: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Пояснення вчителя з елементами демонстрування презентації</w:t>
      </w: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36855">
        <w:rPr>
          <w:rFonts w:ascii="Times New Roman" w:hAnsi="Times New Roman"/>
          <w:i/>
          <w:sz w:val="28"/>
          <w:szCs w:val="28"/>
        </w:rPr>
        <w:t>(використовуються можливості локаль</w:t>
      </w:r>
      <w:r>
        <w:rPr>
          <w:rFonts w:ascii="Times New Roman" w:hAnsi="Times New Roman"/>
          <w:i/>
          <w:sz w:val="28"/>
          <w:szCs w:val="28"/>
        </w:rPr>
        <w:t>ної мережі кабінету</w:t>
      </w:r>
      <w:r w:rsidRPr="00F36855">
        <w:rPr>
          <w:rFonts w:ascii="Times New Roman" w:hAnsi="Times New Roman"/>
          <w:i/>
          <w:sz w:val="28"/>
          <w:szCs w:val="28"/>
        </w:rPr>
        <w:t>)</w:t>
      </w:r>
    </w:p>
    <w:p w:rsidR="00DD136B" w:rsidRPr="00823324" w:rsidRDefault="00DD136B" w:rsidP="00823324">
      <w:pPr>
        <w:spacing w:line="240" w:lineRule="auto"/>
        <w:ind w:firstLine="709"/>
        <w:jc w:val="center"/>
        <w:rPr>
          <w:rFonts w:ascii="Times New Roman" w:hAnsi="Times New Roman"/>
          <w:b/>
          <w:color w:val="FF0000"/>
          <w:sz w:val="36"/>
          <w:szCs w:val="36"/>
          <w:u w:val="single"/>
        </w:rPr>
      </w:pPr>
      <w:r w:rsidRPr="00823324">
        <w:rPr>
          <w:rFonts w:ascii="Times New Roman" w:hAnsi="Times New Roman"/>
          <w:b/>
          <w:color w:val="FF0000"/>
          <w:sz w:val="36"/>
          <w:szCs w:val="36"/>
          <w:u w:val="single"/>
        </w:rPr>
        <w:t>Звернутись до плану уроку!!!</w:t>
      </w: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color w:val="FF0000"/>
          <w:sz w:val="28"/>
          <w:szCs w:val="28"/>
          <w:u w:val="single"/>
        </w:rPr>
      </w:pPr>
      <w:r w:rsidRPr="00FC45AE">
        <w:rPr>
          <w:rFonts w:ascii="Times New Roman" w:hAnsi="Times New Roman"/>
          <w:b/>
          <w:bCs/>
          <w:iCs/>
          <w:color w:val="FF0000"/>
          <w:sz w:val="28"/>
          <w:szCs w:val="28"/>
          <w:u w:val="single"/>
        </w:rPr>
        <w:t>1.</w:t>
      </w:r>
    </w:p>
    <w:p w:rsidR="00DD136B" w:rsidRPr="00D00A1F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00A1F">
        <w:rPr>
          <w:rFonts w:ascii="Times New Roman" w:hAnsi="Times New Roman"/>
          <w:bCs/>
          <w:iCs/>
          <w:sz w:val="28"/>
          <w:szCs w:val="28"/>
        </w:rPr>
        <w:t>Сьогодні ми будемо розгадувати загадки.</w:t>
      </w:r>
    </w:p>
    <w:p w:rsidR="00DD136B" w:rsidRPr="00D00A1F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00A1F">
        <w:rPr>
          <w:rFonts w:ascii="Times New Roman" w:hAnsi="Times New Roman"/>
          <w:bCs/>
          <w:iCs/>
          <w:sz w:val="28"/>
          <w:szCs w:val="28"/>
        </w:rPr>
        <w:t>Загадка - це короткий, поданий у прихованій формі опис предмета чи явища, який вимагає відгадки.</w:t>
      </w:r>
    </w:p>
    <w:p w:rsidR="00DD136B" w:rsidRPr="00D00A1F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00A1F">
        <w:rPr>
          <w:rFonts w:ascii="Times New Roman" w:hAnsi="Times New Roman"/>
          <w:bCs/>
          <w:iCs/>
          <w:sz w:val="28"/>
          <w:szCs w:val="28"/>
        </w:rPr>
        <w:t>Спробуйте розгадати декілька загадок.</w:t>
      </w:r>
    </w:p>
    <w:p w:rsidR="00DD136B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  <w:sectPr w:rsidR="00DD136B" w:rsidSect="00827B2C">
          <w:footerReference w:type="even" r:id="rId7"/>
          <w:footerReference w:type="default" r:id="rId8"/>
          <w:type w:val="continuous"/>
          <w:pgSz w:w="11906" w:h="16838"/>
          <w:pgMar w:top="567" w:right="567" w:bottom="567" w:left="1134" w:header="284" w:footer="0" w:gutter="0"/>
          <w:cols w:space="708"/>
          <w:docGrid w:linePitch="360"/>
        </w:sectPr>
      </w:pPr>
    </w:p>
    <w:p w:rsidR="00DD136B" w:rsidRPr="00D00A1F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D00A1F">
        <w:rPr>
          <w:rFonts w:ascii="Times New Roman" w:hAnsi="Times New Roman"/>
          <w:bCs/>
          <w:iCs/>
          <w:sz w:val="28"/>
          <w:szCs w:val="28"/>
        </w:rPr>
        <w:t>Скромний сірий колобок</w:t>
      </w:r>
    </w:p>
    <w:p w:rsidR="00DD136B" w:rsidRPr="00D00A1F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00A1F">
        <w:rPr>
          <w:rFonts w:ascii="Times New Roman" w:hAnsi="Times New Roman"/>
          <w:bCs/>
          <w:iCs/>
          <w:sz w:val="28"/>
          <w:szCs w:val="28"/>
        </w:rPr>
        <w:t>Довгий, тонкий проводок</w:t>
      </w:r>
    </w:p>
    <w:p w:rsidR="00DD136B" w:rsidRPr="00D00A1F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00A1F">
        <w:rPr>
          <w:rFonts w:ascii="Times New Roman" w:hAnsi="Times New Roman"/>
          <w:bCs/>
          <w:iCs/>
          <w:sz w:val="28"/>
          <w:szCs w:val="28"/>
        </w:rPr>
        <w:t>Зверху на коробці</w:t>
      </w:r>
    </w:p>
    <w:p w:rsidR="00DD136B" w:rsidRPr="00D00A1F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00A1F">
        <w:rPr>
          <w:rFonts w:ascii="Times New Roman" w:hAnsi="Times New Roman"/>
          <w:bCs/>
          <w:iCs/>
          <w:sz w:val="28"/>
          <w:szCs w:val="28"/>
        </w:rPr>
        <w:t>Дві великі кнопки</w:t>
      </w:r>
    </w:p>
    <w:p w:rsidR="00DD136B" w:rsidRPr="00D00A1F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00A1F">
        <w:rPr>
          <w:rFonts w:ascii="Times New Roman" w:hAnsi="Times New Roman"/>
          <w:bCs/>
          <w:iCs/>
          <w:sz w:val="28"/>
          <w:szCs w:val="28"/>
        </w:rPr>
        <w:t>В тебе є хороша книжка,</w:t>
      </w:r>
    </w:p>
    <w:p w:rsidR="00DD136B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00A1F">
        <w:rPr>
          <w:rFonts w:ascii="Times New Roman" w:hAnsi="Times New Roman"/>
          <w:bCs/>
          <w:iCs/>
          <w:sz w:val="28"/>
          <w:szCs w:val="28"/>
        </w:rPr>
        <w:t>А в комп'ютера є ......</w:t>
      </w:r>
      <w:r>
        <w:rPr>
          <w:rFonts w:ascii="Times New Roman" w:hAnsi="Times New Roman"/>
          <w:bCs/>
          <w:iCs/>
          <w:sz w:val="28"/>
          <w:szCs w:val="28"/>
        </w:rPr>
        <w:t>(</w:t>
      </w:r>
      <w:r w:rsidRPr="000B53F7">
        <w:rPr>
          <w:rFonts w:ascii="Times New Roman" w:hAnsi="Times New Roman"/>
          <w:bCs/>
          <w:i/>
          <w:iCs/>
          <w:sz w:val="28"/>
          <w:szCs w:val="28"/>
        </w:rPr>
        <w:t>мишка</w:t>
      </w:r>
      <w:r>
        <w:rPr>
          <w:rFonts w:ascii="Times New Roman" w:hAnsi="Times New Roman"/>
          <w:bCs/>
          <w:iCs/>
          <w:sz w:val="28"/>
          <w:szCs w:val="28"/>
        </w:rPr>
        <w:t>)</w:t>
      </w:r>
    </w:p>
    <w:p w:rsidR="00DD136B" w:rsidRPr="00D00A1F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FC45AE">
        <w:rPr>
          <w:rFonts w:ascii="Times New Roman" w:hAnsi="Times New Roman"/>
          <w:bCs/>
          <w:iCs/>
          <w:sz w:val="28"/>
          <w:szCs w:val="28"/>
        </w:rPr>
        <w:t>Сотня клавіш, різні знаки</w:t>
      </w: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Спершу учні – небораки,</w:t>
      </w: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А тепер раз – два і готово</w:t>
      </w: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Відстукали слово.</w:t>
      </w: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Ось де пальцям фізкультура</w:t>
      </w:r>
    </w:p>
    <w:p w:rsidR="00DD136B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І це все – ......</w:t>
      </w:r>
      <w:r>
        <w:rPr>
          <w:rFonts w:ascii="Times New Roman" w:hAnsi="Times New Roman"/>
          <w:bCs/>
          <w:iCs/>
          <w:sz w:val="28"/>
          <w:szCs w:val="28"/>
        </w:rPr>
        <w:t>(</w:t>
      </w:r>
      <w:r w:rsidRPr="000B53F7">
        <w:rPr>
          <w:rFonts w:ascii="Times New Roman" w:hAnsi="Times New Roman"/>
          <w:bCs/>
          <w:i/>
          <w:iCs/>
          <w:sz w:val="28"/>
          <w:szCs w:val="28"/>
        </w:rPr>
        <w:t>клавіатура</w:t>
      </w:r>
      <w:r>
        <w:rPr>
          <w:rFonts w:ascii="Times New Roman" w:hAnsi="Times New Roman"/>
          <w:bCs/>
          <w:iCs/>
          <w:sz w:val="28"/>
          <w:szCs w:val="28"/>
        </w:rPr>
        <w:t>)</w:t>
      </w: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3. </w:t>
      </w:r>
      <w:r w:rsidRPr="00FC45AE">
        <w:rPr>
          <w:rFonts w:ascii="Times New Roman" w:hAnsi="Times New Roman"/>
          <w:bCs/>
          <w:iCs/>
          <w:sz w:val="28"/>
          <w:szCs w:val="28"/>
        </w:rPr>
        <w:t>Ось на нім комп'ютер пише</w:t>
      </w: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І малює без зупинки</w:t>
      </w: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Найцікавіші картинки</w:t>
      </w: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А влаштовує цей хор</w:t>
      </w:r>
    </w:p>
    <w:p w:rsidR="00DD136B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Чарівник наш - ......</w:t>
      </w:r>
      <w:r>
        <w:rPr>
          <w:rFonts w:ascii="Times New Roman" w:hAnsi="Times New Roman"/>
          <w:bCs/>
          <w:iCs/>
          <w:sz w:val="28"/>
          <w:szCs w:val="28"/>
        </w:rPr>
        <w:t>(</w:t>
      </w:r>
      <w:r w:rsidRPr="000B53F7">
        <w:rPr>
          <w:rFonts w:ascii="Times New Roman" w:hAnsi="Times New Roman"/>
          <w:bCs/>
          <w:i/>
          <w:iCs/>
          <w:sz w:val="28"/>
          <w:szCs w:val="28"/>
        </w:rPr>
        <w:t>монітор</w:t>
      </w:r>
      <w:r>
        <w:rPr>
          <w:rFonts w:ascii="Times New Roman" w:hAnsi="Times New Roman"/>
          <w:bCs/>
          <w:iCs/>
          <w:sz w:val="28"/>
          <w:szCs w:val="28"/>
        </w:rPr>
        <w:t>)</w:t>
      </w:r>
    </w:p>
    <w:p w:rsidR="00DD136B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D136B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D136B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D136B" w:rsidRPr="00FC45AE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4. </w:t>
      </w:r>
      <w:r w:rsidRPr="00FC45AE">
        <w:rPr>
          <w:rFonts w:ascii="Times New Roman" w:hAnsi="Times New Roman"/>
          <w:bCs/>
          <w:iCs/>
          <w:sz w:val="28"/>
          <w:szCs w:val="28"/>
        </w:rPr>
        <w:t>Ось я кнопку натискаю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І папір вже заправляю.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Він друкує без зупинки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Вірші, пісні і картинки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І швидкий він, наче спринтер</w:t>
      </w:r>
    </w:p>
    <w:p w:rsidR="00DD136B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Відгадайте, що це ...</w:t>
      </w:r>
      <w:r>
        <w:rPr>
          <w:rFonts w:ascii="Times New Roman" w:hAnsi="Times New Roman"/>
          <w:bCs/>
          <w:iCs/>
          <w:sz w:val="28"/>
          <w:szCs w:val="28"/>
        </w:rPr>
        <w:t>(</w:t>
      </w:r>
      <w:r w:rsidRPr="000B53F7">
        <w:rPr>
          <w:rFonts w:ascii="Times New Roman" w:hAnsi="Times New Roman"/>
          <w:bCs/>
          <w:i/>
          <w:iCs/>
          <w:sz w:val="28"/>
          <w:szCs w:val="28"/>
        </w:rPr>
        <w:t>принтер</w:t>
      </w:r>
      <w:r>
        <w:rPr>
          <w:rFonts w:ascii="Times New Roman" w:hAnsi="Times New Roman"/>
          <w:bCs/>
          <w:iCs/>
          <w:sz w:val="28"/>
          <w:szCs w:val="28"/>
        </w:rPr>
        <w:t>)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5. </w:t>
      </w:r>
      <w:r w:rsidRPr="00FC45AE">
        <w:rPr>
          <w:rFonts w:ascii="Times New Roman" w:hAnsi="Times New Roman"/>
          <w:bCs/>
          <w:iCs/>
          <w:sz w:val="28"/>
          <w:szCs w:val="28"/>
        </w:rPr>
        <w:t xml:space="preserve">І комп'ютери порою 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Розмовляють між собою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 xml:space="preserve">А для цього їм потрібна 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Річ відома не усім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До телефону підключай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І повідомлення приймай,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Адже мову ми ведем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Про зв'язок через .....</w:t>
      </w:r>
      <w:r>
        <w:rPr>
          <w:rFonts w:ascii="Times New Roman" w:hAnsi="Times New Roman"/>
          <w:bCs/>
          <w:iCs/>
          <w:sz w:val="28"/>
          <w:szCs w:val="28"/>
        </w:rPr>
        <w:t>(</w:t>
      </w:r>
      <w:r w:rsidRPr="000B53F7">
        <w:rPr>
          <w:rFonts w:ascii="Times New Roman" w:hAnsi="Times New Roman"/>
          <w:bCs/>
          <w:i/>
          <w:iCs/>
          <w:sz w:val="28"/>
          <w:szCs w:val="28"/>
        </w:rPr>
        <w:t>модем</w:t>
      </w:r>
      <w:r>
        <w:rPr>
          <w:rFonts w:ascii="Times New Roman" w:hAnsi="Times New Roman"/>
          <w:bCs/>
          <w:iCs/>
          <w:sz w:val="28"/>
          <w:szCs w:val="28"/>
        </w:rPr>
        <w:t>)</w:t>
      </w:r>
    </w:p>
    <w:p w:rsidR="00DD136B" w:rsidRDefault="00DD136B" w:rsidP="00D00A1F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  <w:sectPr w:rsidR="00DD136B" w:rsidSect="00FC45AE">
          <w:type w:val="continuous"/>
          <w:pgSz w:w="11906" w:h="16838"/>
          <w:pgMar w:top="567" w:right="567" w:bottom="567" w:left="1134" w:header="284" w:footer="0" w:gutter="0"/>
          <w:cols w:num="2" w:space="709"/>
          <w:docGrid w:linePitch="360"/>
        </w:sectPr>
      </w:pPr>
    </w:p>
    <w:p w:rsidR="00DD136B" w:rsidRPr="00FC45AE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FC45AE">
        <w:rPr>
          <w:rFonts w:ascii="Times New Roman" w:hAnsi="Times New Roman"/>
          <w:b/>
          <w:color w:val="FF0000"/>
          <w:sz w:val="28"/>
          <w:szCs w:val="28"/>
          <w:u w:val="single"/>
        </w:rPr>
        <w:t>2.</w:t>
      </w:r>
    </w:p>
    <w:p w:rsidR="00DD136B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>Ти вже знаєш, що виконавцем послідовності дій може бути той, хто розуміє і може виконати кожну команду цієї послідовності дій. Є різн</w:t>
      </w:r>
      <w:r>
        <w:rPr>
          <w:rFonts w:ascii="Times New Roman" w:hAnsi="Times New Roman"/>
          <w:bCs/>
          <w:iCs/>
          <w:sz w:val="28"/>
          <w:szCs w:val="28"/>
        </w:rPr>
        <w:t>і виконавці послідовностей дій.</w:t>
      </w:r>
    </w:p>
    <w:p w:rsidR="00DD136B" w:rsidRPr="00A76BE8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color w:val="008000"/>
          <w:sz w:val="28"/>
          <w:szCs w:val="28"/>
        </w:rPr>
      </w:pPr>
      <w:r>
        <w:rPr>
          <w:noProof/>
          <w:lang w:val="ru-RU" w:eastAsia="ru-RU"/>
        </w:rPr>
        <w:pict>
          <v:shape id="_x0000_s1026" type="#_x0000_t75" style="position:absolute;left:0;text-align:left;margin-left:108pt;margin-top:23pt;width:315pt;height:92.2pt;z-index:251658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">
            <v:imagedata r:id="rId9" o:title=""/>
            <v:path arrowok="t"/>
          </v:shape>
        </w:pict>
      </w:r>
      <w:r w:rsidRPr="00A76BE8">
        <w:rPr>
          <w:rFonts w:ascii="Times New Roman" w:hAnsi="Times New Roman"/>
          <w:b/>
          <w:bCs/>
          <w:iCs/>
          <w:color w:val="008000"/>
          <w:sz w:val="28"/>
          <w:szCs w:val="28"/>
        </w:rPr>
        <w:t>Розглянь малюнки. Назви виконавців. Наведи приклади команд для них.</w:t>
      </w: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Вправа «Сонечко» - міжпредметний зв'язок</w:t>
      </w:r>
    </w:p>
    <w:p w:rsidR="00DD136B" w:rsidRDefault="00DD136B" w:rsidP="004C4CB0">
      <w:pPr>
        <w:adjustRightInd w:val="0"/>
        <w:snapToGrid w:val="0"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 поданих речень, діти обирають ті, що є спонукальними.</w:t>
      </w:r>
    </w:p>
    <w:p w:rsidR="00DD136B" w:rsidRDefault="00DD136B" w:rsidP="006265B2">
      <w:pPr>
        <w:adjustRightInd w:val="0"/>
        <w:snapToGrid w:val="0"/>
        <w:spacing w:after="0" w:line="360" w:lineRule="auto"/>
        <w:ind w:left="162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Підійди до мене!</w:t>
      </w:r>
    </w:p>
    <w:p w:rsidR="00DD136B" w:rsidRDefault="00DD136B" w:rsidP="006265B2">
      <w:pPr>
        <w:adjustRightInd w:val="0"/>
        <w:snapToGrid w:val="0"/>
        <w:spacing w:after="0" w:line="360" w:lineRule="auto"/>
        <w:ind w:left="162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Знайди малюнок в Інтернеті!</w:t>
      </w:r>
    </w:p>
    <w:p w:rsidR="00DD136B" w:rsidRDefault="00DD136B" w:rsidP="006265B2">
      <w:pPr>
        <w:adjustRightInd w:val="0"/>
        <w:snapToGrid w:val="0"/>
        <w:spacing w:after="0" w:line="360" w:lineRule="auto"/>
        <w:ind w:left="162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Розв’яжи приклад!</w:t>
      </w:r>
    </w:p>
    <w:p w:rsidR="00DD136B" w:rsidRPr="004C4CB0" w:rsidRDefault="00DD136B" w:rsidP="006265B2">
      <w:pPr>
        <w:adjustRightInd w:val="0"/>
        <w:snapToGrid w:val="0"/>
        <w:spacing w:after="0" w:line="360" w:lineRule="auto"/>
        <w:ind w:left="162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Вітаю з Днем народження!</w:t>
      </w: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V. Засвоєння нових знань</w:t>
      </w:r>
    </w:p>
    <w:p w:rsidR="00DD136B" w:rsidRPr="00FC45AE" w:rsidRDefault="00DD136B" w:rsidP="00FC45A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 xml:space="preserve">Одного виконавця від іншого відрізняє: </w:t>
      </w:r>
    </w:p>
    <w:p w:rsidR="00DD136B" w:rsidRPr="00FC45AE" w:rsidRDefault="00DD136B" w:rsidP="00FC45AE">
      <w:pPr>
        <w:numPr>
          <w:ilvl w:val="0"/>
          <w:numId w:val="4"/>
        </w:numPr>
        <w:adjustRightInd w:val="0"/>
        <w:snapToGri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 xml:space="preserve">список команд, які розуміє виконавець. Цей список називають  </w:t>
      </w:r>
      <w:r w:rsidRPr="00FC45AE">
        <w:rPr>
          <w:rFonts w:ascii="Times New Roman" w:hAnsi="Times New Roman"/>
          <w:b/>
          <w:bCs/>
          <w:iCs/>
          <w:color w:val="FF0000"/>
          <w:sz w:val="28"/>
          <w:szCs w:val="28"/>
        </w:rPr>
        <w:t>системою команд виконавця</w:t>
      </w:r>
      <w:r w:rsidRPr="00FC45AE">
        <w:rPr>
          <w:rFonts w:ascii="Times New Roman" w:hAnsi="Times New Roman"/>
          <w:bCs/>
          <w:iCs/>
          <w:sz w:val="28"/>
          <w:szCs w:val="28"/>
        </w:rPr>
        <w:t xml:space="preserve">. </w:t>
      </w:r>
    </w:p>
    <w:p w:rsidR="00DD136B" w:rsidRPr="00FC45AE" w:rsidRDefault="00DD136B" w:rsidP="00FC45AE">
      <w:pPr>
        <w:numPr>
          <w:ilvl w:val="0"/>
          <w:numId w:val="4"/>
        </w:numPr>
        <w:adjustRightInd w:val="0"/>
        <w:snapToGri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C45AE">
        <w:rPr>
          <w:rFonts w:ascii="Times New Roman" w:hAnsi="Times New Roman"/>
          <w:bCs/>
          <w:iCs/>
          <w:sz w:val="28"/>
          <w:szCs w:val="28"/>
        </w:rPr>
        <w:t xml:space="preserve">місце, де виконавець може виконувати команди алгоритму. Це місце називають </w:t>
      </w:r>
      <w:r w:rsidRPr="00FC45AE">
        <w:rPr>
          <w:rFonts w:ascii="Times New Roman" w:hAnsi="Times New Roman"/>
          <w:b/>
          <w:bCs/>
          <w:iCs/>
          <w:color w:val="FF0000"/>
          <w:sz w:val="28"/>
          <w:szCs w:val="28"/>
        </w:rPr>
        <w:t>середовищем виконавця</w:t>
      </w:r>
      <w:r w:rsidRPr="00FC45AE">
        <w:rPr>
          <w:rFonts w:ascii="Times New Roman" w:hAnsi="Times New Roman"/>
          <w:bCs/>
          <w:iCs/>
          <w:sz w:val="28"/>
          <w:szCs w:val="28"/>
        </w:rPr>
        <w:t>.</w:t>
      </w:r>
    </w:p>
    <w:p w:rsidR="00DD136B" w:rsidRDefault="00DD136B" w:rsidP="00A76BE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76BE8">
        <w:rPr>
          <w:rFonts w:ascii="Times New Roman" w:hAnsi="Times New Roman"/>
          <w:bCs/>
          <w:iCs/>
          <w:sz w:val="28"/>
          <w:szCs w:val="28"/>
        </w:rPr>
        <w:t>Кожна послідовність дій складається для конкретного виконавця. Щоб скласти послідовність дій, необхідно спочатку визначити середовище та систему команд виконавця. А потім записати потрібні команди в певному порядку.</w:t>
      </w:r>
    </w:p>
    <w:p w:rsidR="00DD136B" w:rsidRPr="00823324" w:rsidRDefault="00DD136B" w:rsidP="00823324">
      <w:pPr>
        <w:spacing w:line="240" w:lineRule="auto"/>
        <w:ind w:firstLine="709"/>
        <w:jc w:val="center"/>
        <w:rPr>
          <w:rFonts w:ascii="Times New Roman" w:hAnsi="Times New Roman"/>
          <w:b/>
          <w:color w:val="FF0000"/>
          <w:sz w:val="36"/>
          <w:szCs w:val="36"/>
          <w:u w:val="single"/>
        </w:rPr>
      </w:pPr>
      <w:r w:rsidRPr="00823324">
        <w:rPr>
          <w:rFonts w:ascii="Times New Roman" w:hAnsi="Times New Roman"/>
          <w:b/>
          <w:color w:val="FF0000"/>
          <w:sz w:val="36"/>
          <w:szCs w:val="36"/>
          <w:u w:val="single"/>
        </w:rPr>
        <w:t>Звернутись до плану уроку!!!</w:t>
      </w:r>
    </w:p>
    <w:p w:rsidR="00DD136B" w:rsidRPr="00396DDD" w:rsidRDefault="00DD136B" w:rsidP="0082332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color w:val="008000"/>
          <w:sz w:val="28"/>
          <w:szCs w:val="28"/>
        </w:rPr>
      </w:pPr>
      <w:r w:rsidRPr="00396DDD">
        <w:rPr>
          <w:rFonts w:ascii="Times New Roman" w:hAnsi="Times New Roman"/>
          <w:b/>
          <w:color w:val="008000"/>
          <w:sz w:val="28"/>
          <w:szCs w:val="28"/>
        </w:rPr>
        <w:t>Розгадайте ребус</w:t>
      </w:r>
    </w:p>
    <w:p w:rsidR="00DD136B" w:rsidRDefault="00DD136B" w:rsidP="0082332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293E">
        <w:rPr>
          <w:rFonts w:ascii="Times New Roman" w:hAnsi="Times New Roman"/>
          <w:b/>
          <w:sz w:val="28"/>
          <w:szCs w:val="28"/>
        </w:rPr>
        <w:pict>
          <v:shape id="Рисунок 8" o:spid="_x0000_i1034" type="#_x0000_t75" style="width:260.25pt;height:113.25pt;visibility:visible;mso-position-horizontal-relative:char;mso-position-vertical-relative:line">
            <v:imagedata r:id="rId10" o:title=""/>
          </v:shape>
        </w:pict>
      </w:r>
    </w:p>
    <w:p w:rsidR="00DD136B" w:rsidRDefault="00DD136B" w:rsidP="0082332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Загадка</w:t>
      </w:r>
    </w:p>
    <w:p w:rsidR="00DD136B" w:rsidRPr="000F69AC" w:rsidRDefault="00DD136B" w:rsidP="000F69AC">
      <w:pPr>
        <w:adjustRightInd w:val="0"/>
        <w:snapToGri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F69AC">
        <w:rPr>
          <w:rFonts w:ascii="Times New Roman" w:hAnsi="Times New Roman"/>
          <w:sz w:val="28"/>
          <w:szCs w:val="28"/>
        </w:rPr>
        <w:t>Привітанням журавля</w:t>
      </w:r>
    </w:p>
    <w:p w:rsidR="00DD136B" w:rsidRPr="000F69AC" w:rsidRDefault="00DD136B" w:rsidP="000F69AC">
      <w:pPr>
        <w:adjustRightInd w:val="0"/>
        <w:snapToGri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F69AC">
        <w:rPr>
          <w:rFonts w:ascii="Times New Roman" w:hAnsi="Times New Roman"/>
          <w:sz w:val="28"/>
          <w:szCs w:val="28"/>
        </w:rPr>
        <w:t>Я пробуджую поля,</w:t>
      </w:r>
    </w:p>
    <w:p w:rsidR="00DD136B" w:rsidRPr="000F69AC" w:rsidRDefault="00DD136B" w:rsidP="000F69AC">
      <w:pPr>
        <w:adjustRightInd w:val="0"/>
        <w:snapToGri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F69AC">
        <w:rPr>
          <w:rFonts w:ascii="Times New Roman" w:hAnsi="Times New Roman"/>
          <w:sz w:val="28"/>
          <w:szCs w:val="28"/>
        </w:rPr>
        <w:t>Наповняю ручаї</w:t>
      </w:r>
    </w:p>
    <w:p w:rsidR="00DD136B" w:rsidRPr="000F69AC" w:rsidRDefault="00DD136B" w:rsidP="000F69AC">
      <w:pPr>
        <w:adjustRightInd w:val="0"/>
        <w:snapToGri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F69AC">
        <w:rPr>
          <w:rFonts w:ascii="Times New Roman" w:hAnsi="Times New Roman"/>
          <w:sz w:val="28"/>
          <w:szCs w:val="28"/>
        </w:rPr>
        <w:t>Та заквітчую гаї.</w:t>
      </w:r>
    </w:p>
    <w:p w:rsidR="00DD136B" w:rsidRPr="000F69AC" w:rsidRDefault="00DD136B" w:rsidP="000F69AC">
      <w:pPr>
        <w:adjustRightInd w:val="0"/>
        <w:snapToGri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F69AC">
        <w:rPr>
          <w:rFonts w:ascii="Times New Roman" w:hAnsi="Times New Roman"/>
          <w:sz w:val="28"/>
          <w:szCs w:val="28"/>
        </w:rPr>
        <w:t>Кожен з вас мене впізна.</w:t>
      </w:r>
    </w:p>
    <w:p w:rsidR="00DD136B" w:rsidRPr="000F69AC" w:rsidRDefault="00DD136B" w:rsidP="000F69AC">
      <w:pPr>
        <w:adjustRightInd w:val="0"/>
        <w:snapToGri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F69AC">
        <w:rPr>
          <w:rFonts w:ascii="Times New Roman" w:hAnsi="Times New Roman"/>
          <w:sz w:val="28"/>
          <w:szCs w:val="28"/>
        </w:rPr>
        <w:t>Відгадали? Я - …</w:t>
      </w:r>
      <w:r>
        <w:rPr>
          <w:rFonts w:ascii="Times New Roman" w:hAnsi="Times New Roman"/>
          <w:sz w:val="28"/>
          <w:szCs w:val="28"/>
        </w:rPr>
        <w:t>(</w:t>
      </w:r>
      <w:r w:rsidRPr="000F69AC">
        <w:rPr>
          <w:rFonts w:ascii="Times New Roman" w:hAnsi="Times New Roman"/>
          <w:i/>
          <w:sz w:val="28"/>
          <w:szCs w:val="28"/>
        </w:rPr>
        <w:t>Весна</w:t>
      </w:r>
      <w:r>
        <w:rPr>
          <w:rFonts w:ascii="Times New Roman" w:hAnsi="Times New Roman"/>
          <w:sz w:val="28"/>
          <w:szCs w:val="28"/>
        </w:rPr>
        <w:t>)</w:t>
      </w:r>
    </w:p>
    <w:p w:rsidR="00DD136B" w:rsidRPr="00A76BE8" w:rsidRDefault="00DD136B" w:rsidP="00A76BE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color w:val="008000"/>
          <w:sz w:val="28"/>
          <w:szCs w:val="28"/>
          <w:lang w:val="ru-RU"/>
        </w:rPr>
      </w:pPr>
      <w:r w:rsidRPr="00A76BE8">
        <w:rPr>
          <w:rFonts w:ascii="Times New Roman" w:hAnsi="Times New Roman"/>
          <w:b/>
          <w:bCs/>
          <w:iCs/>
          <w:color w:val="008000"/>
          <w:sz w:val="28"/>
          <w:szCs w:val="28"/>
        </w:rPr>
        <w:t xml:space="preserve">Розглянь малюнок, ознайомся з таблицею. Склади для учня послідовність дій, результатом виконання яких є написання на дошці назви </w:t>
      </w:r>
      <w:r>
        <w:rPr>
          <w:rFonts w:ascii="Times New Roman" w:hAnsi="Times New Roman"/>
          <w:b/>
          <w:bCs/>
          <w:iCs/>
          <w:color w:val="008000"/>
          <w:sz w:val="28"/>
          <w:szCs w:val="28"/>
        </w:rPr>
        <w:t>пори року</w:t>
      </w:r>
      <w:r w:rsidRPr="00A76BE8">
        <w:rPr>
          <w:rFonts w:ascii="Times New Roman" w:hAnsi="Times New Roman"/>
          <w:b/>
          <w:bCs/>
          <w:iCs/>
          <w:color w:val="008000"/>
          <w:sz w:val="28"/>
          <w:szCs w:val="28"/>
        </w:rPr>
        <w:t xml:space="preserve">. </w:t>
      </w:r>
    </w:p>
    <w:p w:rsidR="00DD136B" w:rsidRDefault="00DD136B" w:rsidP="00A76BE8">
      <w:pPr>
        <w:adjustRightInd w:val="0"/>
        <w:snapToGri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3293E">
        <w:rPr>
          <w:rFonts w:ascii="Times New Roman" w:hAnsi="Times New Roman"/>
          <w:b/>
          <w:sz w:val="28"/>
          <w:szCs w:val="28"/>
        </w:rPr>
        <w:pict>
          <v:shape id="Рисунок 9" o:spid="_x0000_i1035" type="#_x0000_t75" style="width:317.25pt;height:105.75pt;visibility:visible;mso-position-horizontal-relative:char;mso-position-vertical-relative:line">
            <v:imagedata r:id="rId11" o:title=""/>
          </v:shape>
        </w:pict>
      </w:r>
    </w:p>
    <w:p w:rsidR="00DD136B" w:rsidRDefault="00DD136B" w:rsidP="00A76BE8">
      <w:pPr>
        <w:adjustRightInd w:val="0"/>
        <w:snapToGri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(один учень спробує виконати цю команду, а всі інші виконують на картках)</w:t>
      </w:r>
    </w:p>
    <w:p w:rsidR="00DD136B" w:rsidRDefault="00DD136B" w:rsidP="00A0332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Міжпредметний зв'язок</w:t>
      </w:r>
    </w:p>
    <w:p w:rsidR="00DD136B" w:rsidRPr="00A03324" w:rsidRDefault="00DD136B" w:rsidP="00A0332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Слова «встав, підійшов, взяв, написав, поклав, сів» відповідають на яке питання? Яка частина мови?</w:t>
      </w:r>
    </w:p>
    <w:p w:rsidR="00DD136B" w:rsidRPr="001C6F9C" w:rsidRDefault="00DD136B" w:rsidP="006265B2">
      <w:pPr>
        <w:adjustRightInd w:val="0"/>
        <w:snapToGrid w:val="0"/>
        <w:spacing w:after="0" w:line="360" w:lineRule="auto"/>
        <w:ind w:left="4860"/>
        <w:jc w:val="both"/>
        <w:rPr>
          <w:rFonts w:ascii="Times New Roman" w:hAnsi="Times New Roman"/>
          <w:b/>
          <w:color w:val="008000"/>
          <w:sz w:val="28"/>
          <w:szCs w:val="28"/>
        </w:rPr>
      </w:pPr>
      <w:r w:rsidRPr="001C6F9C">
        <w:rPr>
          <w:rFonts w:ascii="Times New Roman" w:hAnsi="Times New Roman"/>
          <w:b/>
          <w:color w:val="008000"/>
          <w:sz w:val="28"/>
          <w:szCs w:val="28"/>
        </w:rPr>
        <w:t>Цікава інформація</w:t>
      </w:r>
      <w:r>
        <w:rPr>
          <w:rFonts w:ascii="Times New Roman" w:hAnsi="Times New Roman"/>
          <w:b/>
          <w:color w:val="008000"/>
          <w:sz w:val="28"/>
          <w:szCs w:val="28"/>
        </w:rPr>
        <w:t xml:space="preserve"> (резерв)</w:t>
      </w:r>
    </w:p>
    <w:p w:rsidR="00DD136B" w:rsidRPr="001C6F9C" w:rsidRDefault="00DD136B" w:rsidP="006265B2">
      <w:pPr>
        <w:adjustRightInd w:val="0"/>
        <w:snapToGrid w:val="0"/>
        <w:spacing w:after="0" w:line="360" w:lineRule="auto"/>
        <w:ind w:left="4860"/>
        <w:jc w:val="both"/>
        <w:rPr>
          <w:rFonts w:ascii="Times New Roman" w:hAnsi="Times New Roman"/>
          <w:bCs/>
          <w:iCs/>
          <w:sz w:val="28"/>
          <w:szCs w:val="28"/>
        </w:rPr>
      </w:pPr>
      <w:r w:rsidRPr="001C6F9C">
        <w:rPr>
          <w:rFonts w:ascii="Times New Roman" w:hAnsi="Times New Roman"/>
          <w:bCs/>
          <w:iCs/>
          <w:sz w:val="28"/>
          <w:szCs w:val="28"/>
        </w:rPr>
        <w:t xml:space="preserve">А чи знаєш ти, що існують автомати, які продають олівці, цукерки, іграшки і навіть зубні щітки? Усі такі автоматичні пристрої працюють </w:t>
      </w:r>
      <w:r>
        <w:rPr>
          <w:rFonts w:ascii="Times New Roman" w:hAnsi="Times New Roman"/>
          <w:bCs/>
          <w:iCs/>
          <w:sz w:val="28"/>
          <w:szCs w:val="28"/>
        </w:rPr>
        <w:t>за певними послідовностями дій!</w:t>
      </w:r>
    </w:p>
    <w:p w:rsidR="00DD136B" w:rsidRPr="00E536E2" w:rsidRDefault="00DD136B" w:rsidP="00E536E2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color w:val="008000"/>
          <w:sz w:val="28"/>
          <w:szCs w:val="28"/>
          <w:lang w:val="ru-RU"/>
        </w:rPr>
      </w:pPr>
      <w:r w:rsidRPr="00E536E2">
        <w:rPr>
          <w:rFonts w:ascii="Times New Roman" w:hAnsi="Times New Roman"/>
          <w:b/>
          <w:bCs/>
          <w:color w:val="008000"/>
          <w:sz w:val="28"/>
          <w:szCs w:val="28"/>
        </w:rPr>
        <w:t>Запитання і завдання</w:t>
      </w:r>
    </w:p>
    <w:p w:rsidR="00DD136B" w:rsidRPr="00E536E2" w:rsidRDefault="00DD136B" w:rsidP="00E536E2">
      <w:pPr>
        <w:numPr>
          <w:ilvl w:val="0"/>
          <w:numId w:val="5"/>
        </w:numPr>
        <w:adjustRightInd w:val="0"/>
        <w:snapToGri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536E2">
        <w:rPr>
          <w:rFonts w:ascii="Times New Roman" w:hAnsi="Times New Roman"/>
          <w:bCs/>
          <w:iCs/>
          <w:sz w:val="28"/>
          <w:szCs w:val="28"/>
        </w:rPr>
        <w:t>Хто може бути виконавцем алгоритму?</w:t>
      </w:r>
    </w:p>
    <w:p w:rsidR="00DD136B" w:rsidRPr="00E536E2" w:rsidRDefault="00DD136B" w:rsidP="00E536E2">
      <w:pPr>
        <w:numPr>
          <w:ilvl w:val="0"/>
          <w:numId w:val="5"/>
        </w:numPr>
        <w:adjustRightInd w:val="0"/>
        <w:snapToGri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536E2">
        <w:rPr>
          <w:rFonts w:ascii="Times New Roman" w:hAnsi="Times New Roman"/>
          <w:bCs/>
          <w:iCs/>
          <w:sz w:val="28"/>
          <w:szCs w:val="28"/>
        </w:rPr>
        <w:t>Що таке система команд виконавця?</w:t>
      </w:r>
    </w:p>
    <w:p w:rsidR="00DD136B" w:rsidRDefault="00DD136B" w:rsidP="00E536E2">
      <w:pPr>
        <w:numPr>
          <w:ilvl w:val="0"/>
          <w:numId w:val="5"/>
        </w:numPr>
        <w:adjustRightInd w:val="0"/>
        <w:snapToGri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536E2">
        <w:rPr>
          <w:rFonts w:ascii="Times New Roman" w:hAnsi="Times New Roman"/>
          <w:bCs/>
          <w:iCs/>
          <w:sz w:val="28"/>
          <w:szCs w:val="28"/>
        </w:rPr>
        <w:t>Що є середовищем виконавця Дельфін?</w:t>
      </w:r>
    </w:p>
    <w:p w:rsidR="00DD136B" w:rsidRPr="00AC2FCA" w:rsidRDefault="00DD136B" w:rsidP="006265B2">
      <w:pPr>
        <w:adjustRightInd w:val="0"/>
        <w:snapToGrid w:val="0"/>
        <w:spacing w:after="0" w:line="360" w:lineRule="auto"/>
        <w:ind w:firstLine="709"/>
        <w:jc w:val="right"/>
        <w:rPr>
          <w:rFonts w:ascii="Times New Roman" w:hAnsi="Times New Roman"/>
          <w:b/>
          <w:color w:val="008000"/>
          <w:sz w:val="28"/>
          <w:szCs w:val="28"/>
        </w:rPr>
      </w:pPr>
      <w:r w:rsidRPr="00AC2FCA">
        <w:rPr>
          <w:rFonts w:ascii="Times New Roman" w:hAnsi="Times New Roman"/>
          <w:b/>
          <w:color w:val="008000"/>
          <w:sz w:val="28"/>
          <w:szCs w:val="28"/>
        </w:rPr>
        <w:t>Завдання</w:t>
      </w:r>
      <w:r>
        <w:rPr>
          <w:rFonts w:ascii="Times New Roman" w:hAnsi="Times New Roman"/>
          <w:b/>
          <w:color w:val="008000"/>
          <w:sz w:val="28"/>
          <w:szCs w:val="28"/>
        </w:rPr>
        <w:t xml:space="preserve"> (резерв)</w:t>
      </w:r>
    </w:p>
    <w:p w:rsidR="00DD136B" w:rsidRDefault="00DD136B" w:rsidP="006265B2">
      <w:pPr>
        <w:adjustRightInd w:val="0"/>
        <w:snapToGrid w:val="0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B3293E">
        <w:rPr>
          <w:rFonts w:ascii="Times New Roman" w:hAnsi="Times New Roman"/>
          <w:b/>
          <w:sz w:val="28"/>
          <w:szCs w:val="28"/>
        </w:rPr>
        <w:pict>
          <v:shape id="_x0000_i1036" type="#_x0000_t75" style="width:326.25pt;height:183.75pt">
            <v:imagedata r:id="rId12" o:title=""/>
          </v:shape>
        </w:pict>
      </w:r>
    </w:p>
    <w:p w:rsidR="00DD136B" w:rsidRPr="00EF77D5" w:rsidRDefault="00DD136B" w:rsidP="001C6F9C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color w:val="008000"/>
          <w:sz w:val="28"/>
          <w:szCs w:val="28"/>
        </w:rPr>
      </w:pPr>
      <w:r>
        <w:rPr>
          <w:rFonts w:ascii="Times New Roman" w:hAnsi="Times New Roman"/>
          <w:b/>
          <w:color w:val="008000"/>
          <w:sz w:val="28"/>
          <w:szCs w:val="28"/>
        </w:rPr>
        <w:t>Заповнення картки самооцінки «Я виконував завдання…»</w:t>
      </w: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VІ. Фізкультхвилинка</w:t>
      </w:r>
    </w:p>
    <w:p w:rsidR="00DD136B" w:rsidRPr="00823324" w:rsidRDefault="00DD136B" w:rsidP="00823324">
      <w:pPr>
        <w:spacing w:line="240" w:lineRule="auto"/>
        <w:ind w:firstLine="709"/>
        <w:jc w:val="center"/>
        <w:rPr>
          <w:rFonts w:ascii="Times New Roman" w:hAnsi="Times New Roman"/>
          <w:b/>
          <w:color w:val="FF0000"/>
          <w:sz w:val="36"/>
          <w:szCs w:val="36"/>
          <w:u w:val="single"/>
        </w:rPr>
      </w:pPr>
      <w:r w:rsidRPr="00823324">
        <w:rPr>
          <w:rFonts w:ascii="Times New Roman" w:hAnsi="Times New Roman"/>
          <w:b/>
          <w:color w:val="FF0000"/>
          <w:sz w:val="36"/>
          <w:szCs w:val="36"/>
          <w:u w:val="single"/>
        </w:rPr>
        <w:t>Звернутись до плану уроку!!!</w:t>
      </w:r>
    </w:p>
    <w:p w:rsidR="00DD136B" w:rsidRPr="00B401D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color w:val="008000"/>
          <w:sz w:val="28"/>
          <w:szCs w:val="28"/>
        </w:rPr>
      </w:pPr>
      <w:r w:rsidRPr="00B401D5">
        <w:rPr>
          <w:rFonts w:ascii="Times New Roman" w:hAnsi="Times New Roman"/>
          <w:b/>
          <w:color w:val="008000"/>
          <w:sz w:val="28"/>
          <w:szCs w:val="28"/>
        </w:rPr>
        <w:t>Відео</w:t>
      </w: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>VІІ. Формування вмінь та навичок</w:t>
      </w:r>
    </w:p>
    <w:p w:rsidR="00DD136B" w:rsidRPr="00823324" w:rsidRDefault="00DD136B" w:rsidP="00823324">
      <w:pPr>
        <w:spacing w:line="240" w:lineRule="auto"/>
        <w:ind w:firstLine="709"/>
        <w:jc w:val="center"/>
        <w:rPr>
          <w:rFonts w:ascii="Times New Roman" w:hAnsi="Times New Roman"/>
          <w:b/>
          <w:color w:val="FF0000"/>
          <w:sz w:val="36"/>
          <w:szCs w:val="36"/>
          <w:u w:val="single"/>
        </w:rPr>
      </w:pPr>
      <w:r w:rsidRPr="00823324">
        <w:rPr>
          <w:rFonts w:ascii="Times New Roman" w:hAnsi="Times New Roman"/>
          <w:b/>
          <w:color w:val="FF0000"/>
          <w:sz w:val="36"/>
          <w:szCs w:val="36"/>
          <w:u w:val="single"/>
        </w:rPr>
        <w:t>Звернутись до плану уроку!!!</w:t>
      </w: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6855">
        <w:rPr>
          <w:rFonts w:ascii="Times New Roman" w:hAnsi="Times New Roman"/>
          <w:b/>
          <w:sz w:val="28"/>
          <w:szCs w:val="28"/>
        </w:rPr>
        <w:t xml:space="preserve">Робота за комп’ютером </w:t>
      </w:r>
    </w:p>
    <w:p w:rsidR="00DD136B" w:rsidRPr="00F36855" w:rsidRDefault="00DD136B" w:rsidP="000F69AC">
      <w:pPr>
        <w:numPr>
          <w:ilvl w:val="0"/>
          <w:numId w:val="2"/>
        </w:numPr>
        <w:adjustRightInd w:val="0"/>
        <w:snapToGri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F36855">
        <w:rPr>
          <w:rFonts w:ascii="Times New Roman" w:hAnsi="Times New Roman"/>
          <w:i/>
          <w:sz w:val="28"/>
          <w:szCs w:val="28"/>
        </w:rPr>
        <w:t>Повторення правил безпечної поведінки за комп’ютером.</w:t>
      </w:r>
    </w:p>
    <w:p w:rsidR="00DD136B" w:rsidRPr="00F36855" w:rsidRDefault="00DD136B" w:rsidP="000F69AC">
      <w:pPr>
        <w:numPr>
          <w:ilvl w:val="0"/>
          <w:numId w:val="2"/>
        </w:numPr>
        <w:adjustRightInd w:val="0"/>
        <w:snapToGri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F36855">
        <w:rPr>
          <w:rFonts w:ascii="Times New Roman" w:hAnsi="Times New Roman"/>
          <w:i/>
          <w:sz w:val="28"/>
          <w:szCs w:val="28"/>
        </w:rPr>
        <w:t>Інструктаж учителя.</w:t>
      </w:r>
    </w:p>
    <w:p w:rsidR="00DD136B" w:rsidRPr="00F36855" w:rsidRDefault="00DD136B" w:rsidP="000F69AC">
      <w:pPr>
        <w:numPr>
          <w:ilvl w:val="0"/>
          <w:numId w:val="2"/>
        </w:numPr>
        <w:adjustRightInd w:val="0"/>
        <w:snapToGri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F36855">
        <w:rPr>
          <w:rFonts w:ascii="Times New Roman" w:hAnsi="Times New Roman"/>
          <w:i/>
          <w:sz w:val="28"/>
          <w:szCs w:val="28"/>
        </w:rPr>
        <w:t>Практична робота за комп’ютерами.</w:t>
      </w:r>
    </w:p>
    <w:p w:rsidR="00DD136B" w:rsidRPr="00F36855" w:rsidRDefault="00DD136B" w:rsidP="000F69AC">
      <w:pPr>
        <w:numPr>
          <w:ilvl w:val="0"/>
          <w:numId w:val="2"/>
        </w:numPr>
        <w:adjustRightInd w:val="0"/>
        <w:snapToGri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F36855">
        <w:rPr>
          <w:rFonts w:ascii="Times New Roman" w:hAnsi="Times New Roman"/>
          <w:i/>
          <w:sz w:val="28"/>
          <w:szCs w:val="28"/>
        </w:rPr>
        <w:t>Вправи для очей.</w:t>
      </w:r>
    </w:p>
    <w:p w:rsidR="00DD136B" w:rsidRPr="00DA3112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3112">
        <w:rPr>
          <w:rFonts w:ascii="Times New Roman" w:hAnsi="Times New Roman"/>
          <w:b/>
          <w:sz w:val="28"/>
          <w:szCs w:val="28"/>
        </w:rPr>
        <w:t>Практичне завдання</w:t>
      </w:r>
    </w:p>
    <w:p w:rsidR="00DD136B" w:rsidRPr="009A19F3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Робота з </w:t>
      </w:r>
      <w:r w:rsidRPr="009A19F3">
        <w:rPr>
          <w:rFonts w:ascii="Times New Roman" w:hAnsi="Times New Roman"/>
          <w:sz w:val="28"/>
          <w:szCs w:val="28"/>
        </w:rPr>
        <w:t>комп’ютерною п</w:t>
      </w:r>
      <w:r>
        <w:rPr>
          <w:rFonts w:ascii="Times New Roman" w:hAnsi="Times New Roman"/>
          <w:sz w:val="28"/>
          <w:szCs w:val="28"/>
        </w:rPr>
        <w:t>рограмою, що передбачає створен</w:t>
      </w:r>
      <w:r w:rsidRPr="009A19F3">
        <w:rPr>
          <w:rFonts w:ascii="Times New Roman" w:hAnsi="Times New Roman"/>
          <w:sz w:val="28"/>
          <w:szCs w:val="28"/>
        </w:rPr>
        <w:t xml:space="preserve">ня алгоритму. </w:t>
      </w:r>
      <w:r>
        <w:rPr>
          <w:rFonts w:ascii="Times New Roman" w:hAnsi="Times New Roman"/>
          <w:sz w:val="28"/>
          <w:szCs w:val="28"/>
        </w:rPr>
        <w:t xml:space="preserve">Використання офіційного сайту з програмування (навчання дітей побудови алгоритмів, створення власних ігор) - </w:t>
      </w:r>
      <w:hyperlink r:id="rId13" w:history="1">
        <w:r w:rsidRPr="00EE7FC2">
          <w:rPr>
            <w:rStyle w:val="Hyperlink"/>
            <w:rFonts w:ascii="Times New Roman" w:hAnsi="Times New Roman"/>
            <w:sz w:val="28"/>
            <w:szCs w:val="28"/>
          </w:rPr>
          <w:t>https://studio.code.org/s/course1/stage/1/puzzle/2</w:t>
        </w:r>
      </w:hyperlink>
    </w:p>
    <w:p w:rsidR="00DD136B" w:rsidRPr="009A19F3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19F3">
        <w:rPr>
          <w:rFonts w:ascii="Times New Roman" w:hAnsi="Times New Roman"/>
          <w:b/>
          <w:sz w:val="28"/>
          <w:szCs w:val="28"/>
        </w:rPr>
        <w:t>Релаксація</w:t>
      </w:r>
    </w:p>
    <w:p w:rsidR="00DD136B" w:rsidRPr="009A19F3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A19F3">
        <w:rPr>
          <w:rFonts w:ascii="Times New Roman" w:hAnsi="Times New Roman"/>
          <w:i/>
          <w:sz w:val="28"/>
          <w:szCs w:val="28"/>
        </w:rPr>
        <w:t>Гімнастика для очей</w:t>
      </w: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9F3">
        <w:rPr>
          <w:rFonts w:ascii="Times New Roman" w:hAnsi="Times New Roman"/>
          <w:sz w:val="28"/>
          <w:szCs w:val="28"/>
        </w:rPr>
        <w:t>Швидко покліпати очима, з</w:t>
      </w:r>
      <w:r>
        <w:rPr>
          <w:rFonts w:ascii="Times New Roman" w:hAnsi="Times New Roman"/>
          <w:sz w:val="28"/>
          <w:szCs w:val="28"/>
        </w:rPr>
        <w:t>аплющити очі та посидіти спокій</w:t>
      </w:r>
      <w:r w:rsidRPr="009A19F3">
        <w:rPr>
          <w:rFonts w:ascii="Times New Roman" w:hAnsi="Times New Roman"/>
          <w:sz w:val="28"/>
          <w:szCs w:val="28"/>
        </w:rPr>
        <w:t>но, повільно рахуючи до 5. Повторити 4-5 разів.</w:t>
      </w:r>
    </w:p>
    <w:p w:rsidR="00DD136B" w:rsidRPr="00EF77D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color w:val="008000"/>
          <w:sz w:val="28"/>
          <w:szCs w:val="28"/>
        </w:rPr>
      </w:pPr>
      <w:r w:rsidRPr="00EF77D5">
        <w:rPr>
          <w:rFonts w:ascii="Times New Roman" w:hAnsi="Times New Roman"/>
          <w:b/>
          <w:color w:val="008000"/>
          <w:sz w:val="28"/>
          <w:szCs w:val="28"/>
        </w:rPr>
        <w:t xml:space="preserve">Заповнення картки самооцінки </w:t>
      </w:r>
      <w:r>
        <w:rPr>
          <w:rFonts w:ascii="Times New Roman" w:hAnsi="Times New Roman"/>
          <w:b/>
          <w:color w:val="008000"/>
          <w:sz w:val="28"/>
          <w:szCs w:val="28"/>
        </w:rPr>
        <w:t>«</w:t>
      </w:r>
      <w:r w:rsidRPr="00EF77D5">
        <w:rPr>
          <w:rFonts w:ascii="Times New Roman" w:hAnsi="Times New Roman"/>
          <w:b/>
          <w:color w:val="008000"/>
          <w:sz w:val="28"/>
          <w:szCs w:val="28"/>
        </w:rPr>
        <w:t>Як я працював за комп’ютером</w:t>
      </w:r>
      <w:r>
        <w:rPr>
          <w:rFonts w:ascii="Times New Roman" w:hAnsi="Times New Roman"/>
          <w:b/>
          <w:color w:val="008000"/>
          <w:sz w:val="28"/>
          <w:szCs w:val="28"/>
        </w:rPr>
        <w:t>…»</w:t>
      </w:r>
    </w:p>
    <w:p w:rsidR="00DD136B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VIII. Підбиття п</w:t>
      </w:r>
      <w:r w:rsidRPr="00343171">
        <w:rPr>
          <w:rFonts w:ascii="Times New Roman" w:hAnsi="Times New Roman"/>
          <w:b/>
          <w:sz w:val="28"/>
          <w:szCs w:val="28"/>
        </w:rPr>
        <w:t>ідсумків уроку</w:t>
      </w:r>
    </w:p>
    <w:p w:rsidR="00DD136B" w:rsidRPr="00823324" w:rsidRDefault="00DD136B" w:rsidP="00823324">
      <w:pPr>
        <w:spacing w:line="240" w:lineRule="auto"/>
        <w:ind w:firstLine="709"/>
        <w:jc w:val="center"/>
        <w:rPr>
          <w:rFonts w:ascii="Times New Roman" w:hAnsi="Times New Roman"/>
          <w:b/>
          <w:color w:val="FF0000"/>
          <w:sz w:val="36"/>
          <w:szCs w:val="36"/>
          <w:u w:val="single"/>
        </w:rPr>
      </w:pPr>
      <w:r w:rsidRPr="00823324">
        <w:rPr>
          <w:rFonts w:ascii="Times New Roman" w:hAnsi="Times New Roman"/>
          <w:b/>
          <w:color w:val="FF0000"/>
          <w:sz w:val="36"/>
          <w:szCs w:val="36"/>
          <w:u w:val="single"/>
        </w:rPr>
        <w:t>Звернутись до плану уроку!!!</w:t>
      </w:r>
    </w:p>
    <w:p w:rsidR="00DD136B" w:rsidRPr="00EF77D5" w:rsidRDefault="00DD136B" w:rsidP="00791057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F77D5">
        <w:rPr>
          <w:rFonts w:ascii="Times New Roman" w:hAnsi="Times New Roman"/>
          <w:b/>
          <w:color w:val="008000"/>
          <w:sz w:val="28"/>
          <w:szCs w:val="28"/>
        </w:rPr>
        <w:t xml:space="preserve">Заповнення картки самооцінки </w:t>
      </w:r>
      <w:r>
        <w:rPr>
          <w:rFonts w:ascii="Times New Roman" w:hAnsi="Times New Roman"/>
          <w:b/>
          <w:color w:val="008000"/>
          <w:sz w:val="28"/>
          <w:szCs w:val="28"/>
        </w:rPr>
        <w:t>«Який настрій на кінець уроку…»</w:t>
      </w:r>
    </w:p>
    <w:p w:rsidR="00DD136B" w:rsidRDefault="00DD136B" w:rsidP="00C11E7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Учні складають алгоритм із команд «Яблуко».</w:t>
      </w:r>
    </w:p>
    <w:bookmarkEnd w:id="0"/>
    <w:p w:rsidR="00DD136B" w:rsidRDefault="00DD136B" w:rsidP="00791057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Учні висловлюють думки, що їм сподобалось, дізнались на уроці за допомогою сигнальних карток на дошці.</w:t>
      </w:r>
    </w:p>
    <w:p w:rsidR="00DD136B" w:rsidRDefault="00DD136B" w:rsidP="004B2AE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241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ви, діти, молодці,</w:t>
      </w:r>
    </w:p>
    <w:p w:rsidR="00DD136B" w:rsidRDefault="00DD136B" w:rsidP="004B2AE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241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Гарно працювали!</w:t>
      </w:r>
    </w:p>
    <w:p w:rsidR="00DD136B" w:rsidRDefault="00DD136B" w:rsidP="004B2AE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241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Але дзвоник пролунав.</w:t>
      </w:r>
    </w:p>
    <w:p w:rsidR="00DD136B" w:rsidRDefault="00DD136B" w:rsidP="004B2AE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241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 мені і вам сказав,</w:t>
      </w:r>
    </w:p>
    <w:p w:rsidR="00DD136B" w:rsidRDefault="00DD136B" w:rsidP="004B2AE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241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урок вже час кінчати,</w:t>
      </w:r>
    </w:p>
    <w:p w:rsidR="00DD136B" w:rsidRPr="004B2AEE" w:rsidRDefault="00DD136B" w:rsidP="004B2AE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241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Треба йти відпочивати.</w:t>
      </w:r>
    </w:p>
    <w:p w:rsidR="00DD136B" w:rsidRPr="00F36855" w:rsidRDefault="00DD136B" w:rsidP="004A1CBE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DD136B" w:rsidRPr="00F36855" w:rsidSect="00827B2C">
      <w:type w:val="continuous"/>
      <w:pgSz w:w="11906" w:h="16838"/>
      <w:pgMar w:top="567" w:right="567" w:bottom="567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36B" w:rsidRDefault="00DD136B" w:rsidP="009E6ED4">
      <w:pPr>
        <w:spacing w:after="0" w:line="240" w:lineRule="auto"/>
      </w:pPr>
      <w:r>
        <w:separator/>
      </w:r>
    </w:p>
  </w:endnote>
  <w:endnote w:type="continuationSeparator" w:id="0">
    <w:p w:rsidR="00DD136B" w:rsidRDefault="00DD136B" w:rsidP="009E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36B" w:rsidRDefault="00DD136B" w:rsidP="00EE7F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136B" w:rsidRDefault="00DD13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36B" w:rsidRDefault="00DD136B" w:rsidP="00EE7F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D136B" w:rsidRDefault="00DD13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36B" w:rsidRDefault="00DD136B" w:rsidP="009E6ED4">
      <w:pPr>
        <w:spacing w:after="0" w:line="240" w:lineRule="auto"/>
      </w:pPr>
      <w:r>
        <w:separator/>
      </w:r>
    </w:p>
  </w:footnote>
  <w:footnote w:type="continuationSeparator" w:id="0">
    <w:p w:rsidR="00DD136B" w:rsidRDefault="00DD136B" w:rsidP="009E6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" o:bullet="t">
        <v:imagedata r:id="rId1" o:title=""/>
      </v:shape>
    </w:pict>
  </w:numPicBullet>
  <w:abstractNum w:abstractNumId="0">
    <w:nsid w:val="12DE761A"/>
    <w:multiLevelType w:val="hybridMultilevel"/>
    <w:tmpl w:val="1B18D458"/>
    <w:lvl w:ilvl="0" w:tplc="04190007">
      <w:start w:val="1"/>
      <w:numFmt w:val="bullet"/>
      <w:lvlText w:val=""/>
      <w:lvlPicBulletId w:val="0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5AC10A5"/>
    <w:multiLevelType w:val="hybridMultilevel"/>
    <w:tmpl w:val="79923BE0"/>
    <w:lvl w:ilvl="0" w:tplc="04190007">
      <w:start w:val="1"/>
      <w:numFmt w:val="bullet"/>
      <w:lvlText w:val=""/>
      <w:lvlPicBulletId w:val="0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390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3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8906B3"/>
    <w:multiLevelType w:val="hybridMultilevel"/>
    <w:tmpl w:val="6592FEBE"/>
    <w:lvl w:ilvl="0" w:tplc="58C27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6CF1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A491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9DC31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BC7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D240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A70F7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AA8E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4861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5F768C7"/>
    <w:multiLevelType w:val="hybridMultilevel"/>
    <w:tmpl w:val="DD94FD2A"/>
    <w:lvl w:ilvl="0" w:tplc="C2466E1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3F5"/>
    <w:rsid w:val="000101EF"/>
    <w:rsid w:val="00015A5E"/>
    <w:rsid w:val="00020153"/>
    <w:rsid w:val="000240D6"/>
    <w:rsid w:val="00037523"/>
    <w:rsid w:val="0004782B"/>
    <w:rsid w:val="000624E2"/>
    <w:rsid w:val="00066A0E"/>
    <w:rsid w:val="00073727"/>
    <w:rsid w:val="00091FD2"/>
    <w:rsid w:val="000A0F6F"/>
    <w:rsid w:val="000A6622"/>
    <w:rsid w:val="000B53F7"/>
    <w:rsid w:val="000E2D64"/>
    <w:rsid w:val="000F69AC"/>
    <w:rsid w:val="00102E04"/>
    <w:rsid w:val="00106A61"/>
    <w:rsid w:val="001108E6"/>
    <w:rsid w:val="00110D9C"/>
    <w:rsid w:val="00111F87"/>
    <w:rsid w:val="001306E8"/>
    <w:rsid w:val="001329B3"/>
    <w:rsid w:val="00132BD5"/>
    <w:rsid w:val="001332E9"/>
    <w:rsid w:val="00160856"/>
    <w:rsid w:val="00163BF2"/>
    <w:rsid w:val="00163FA9"/>
    <w:rsid w:val="00174556"/>
    <w:rsid w:val="00184B3A"/>
    <w:rsid w:val="00194315"/>
    <w:rsid w:val="001A5FE9"/>
    <w:rsid w:val="001B274B"/>
    <w:rsid w:val="001B60CE"/>
    <w:rsid w:val="001C6F9C"/>
    <w:rsid w:val="001C7490"/>
    <w:rsid w:val="001D27A8"/>
    <w:rsid w:val="001D738E"/>
    <w:rsid w:val="001E428D"/>
    <w:rsid w:val="001F066F"/>
    <w:rsid w:val="00200912"/>
    <w:rsid w:val="00201AC6"/>
    <w:rsid w:val="00205ACA"/>
    <w:rsid w:val="00205BCE"/>
    <w:rsid w:val="002253FE"/>
    <w:rsid w:val="00233ED6"/>
    <w:rsid w:val="0023427B"/>
    <w:rsid w:val="00242853"/>
    <w:rsid w:val="00253E68"/>
    <w:rsid w:val="00266B4B"/>
    <w:rsid w:val="00280C71"/>
    <w:rsid w:val="002861CC"/>
    <w:rsid w:val="00295725"/>
    <w:rsid w:val="002A5404"/>
    <w:rsid w:val="002A5EB1"/>
    <w:rsid w:val="002C5E89"/>
    <w:rsid w:val="002D031F"/>
    <w:rsid w:val="002F073A"/>
    <w:rsid w:val="00303A50"/>
    <w:rsid w:val="00304681"/>
    <w:rsid w:val="00305B15"/>
    <w:rsid w:val="00307505"/>
    <w:rsid w:val="00334272"/>
    <w:rsid w:val="00343171"/>
    <w:rsid w:val="003470D8"/>
    <w:rsid w:val="0036213C"/>
    <w:rsid w:val="00366B0E"/>
    <w:rsid w:val="003747D5"/>
    <w:rsid w:val="0037587D"/>
    <w:rsid w:val="00386110"/>
    <w:rsid w:val="003928AD"/>
    <w:rsid w:val="0039395E"/>
    <w:rsid w:val="00396DDD"/>
    <w:rsid w:val="003A2620"/>
    <w:rsid w:val="003C0C95"/>
    <w:rsid w:val="003C29C7"/>
    <w:rsid w:val="003C650C"/>
    <w:rsid w:val="00445A0C"/>
    <w:rsid w:val="004533C3"/>
    <w:rsid w:val="00464D34"/>
    <w:rsid w:val="0048713B"/>
    <w:rsid w:val="004873DD"/>
    <w:rsid w:val="004A1CBE"/>
    <w:rsid w:val="004B2AEE"/>
    <w:rsid w:val="004C4CB0"/>
    <w:rsid w:val="004C6672"/>
    <w:rsid w:val="004D2FF7"/>
    <w:rsid w:val="004E170D"/>
    <w:rsid w:val="004E3129"/>
    <w:rsid w:val="004E64BB"/>
    <w:rsid w:val="00501DB0"/>
    <w:rsid w:val="00505DED"/>
    <w:rsid w:val="005200D5"/>
    <w:rsid w:val="00525BB7"/>
    <w:rsid w:val="00526875"/>
    <w:rsid w:val="00532F8C"/>
    <w:rsid w:val="00535E2E"/>
    <w:rsid w:val="0054453F"/>
    <w:rsid w:val="00555151"/>
    <w:rsid w:val="00560D2C"/>
    <w:rsid w:val="00561A21"/>
    <w:rsid w:val="00563A8D"/>
    <w:rsid w:val="00563CDC"/>
    <w:rsid w:val="005A109B"/>
    <w:rsid w:val="005B35AE"/>
    <w:rsid w:val="005B431E"/>
    <w:rsid w:val="00605A44"/>
    <w:rsid w:val="006263AD"/>
    <w:rsid w:val="006265B2"/>
    <w:rsid w:val="00642D43"/>
    <w:rsid w:val="0064353F"/>
    <w:rsid w:val="006723F5"/>
    <w:rsid w:val="006754D4"/>
    <w:rsid w:val="006A2F15"/>
    <w:rsid w:val="006B39D9"/>
    <w:rsid w:val="006B5F54"/>
    <w:rsid w:val="006C0748"/>
    <w:rsid w:val="006C159D"/>
    <w:rsid w:val="006D058D"/>
    <w:rsid w:val="006D3B72"/>
    <w:rsid w:val="006F1AF6"/>
    <w:rsid w:val="006F4F99"/>
    <w:rsid w:val="00700155"/>
    <w:rsid w:val="00711563"/>
    <w:rsid w:val="00715935"/>
    <w:rsid w:val="007218EB"/>
    <w:rsid w:val="007224DD"/>
    <w:rsid w:val="00725A75"/>
    <w:rsid w:val="00731BC4"/>
    <w:rsid w:val="007435B0"/>
    <w:rsid w:val="00770ECA"/>
    <w:rsid w:val="00780CEF"/>
    <w:rsid w:val="00786D0B"/>
    <w:rsid w:val="00791057"/>
    <w:rsid w:val="007A54CF"/>
    <w:rsid w:val="007A5C25"/>
    <w:rsid w:val="007B4DD3"/>
    <w:rsid w:val="007B585B"/>
    <w:rsid w:val="007D2729"/>
    <w:rsid w:val="007D4543"/>
    <w:rsid w:val="007E3B8D"/>
    <w:rsid w:val="008018D9"/>
    <w:rsid w:val="008068EE"/>
    <w:rsid w:val="00813282"/>
    <w:rsid w:val="00815F85"/>
    <w:rsid w:val="00816792"/>
    <w:rsid w:val="00823324"/>
    <w:rsid w:val="00823B9E"/>
    <w:rsid w:val="00827B2C"/>
    <w:rsid w:val="00832C3A"/>
    <w:rsid w:val="00835A7D"/>
    <w:rsid w:val="00853CDC"/>
    <w:rsid w:val="00866BB7"/>
    <w:rsid w:val="008859FF"/>
    <w:rsid w:val="00890A60"/>
    <w:rsid w:val="00890F4E"/>
    <w:rsid w:val="0089440C"/>
    <w:rsid w:val="008B60CC"/>
    <w:rsid w:val="008C54D6"/>
    <w:rsid w:val="008D758A"/>
    <w:rsid w:val="008F70C0"/>
    <w:rsid w:val="009048DD"/>
    <w:rsid w:val="00913160"/>
    <w:rsid w:val="00937F61"/>
    <w:rsid w:val="009406F8"/>
    <w:rsid w:val="00942F15"/>
    <w:rsid w:val="009521A1"/>
    <w:rsid w:val="009579A7"/>
    <w:rsid w:val="009633F8"/>
    <w:rsid w:val="00973DF4"/>
    <w:rsid w:val="00975D06"/>
    <w:rsid w:val="00996BDD"/>
    <w:rsid w:val="00997F30"/>
    <w:rsid w:val="009A19F3"/>
    <w:rsid w:val="009B686D"/>
    <w:rsid w:val="009D0019"/>
    <w:rsid w:val="009D347C"/>
    <w:rsid w:val="009E00C9"/>
    <w:rsid w:val="009E11BE"/>
    <w:rsid w:val="009E15D1"/>
    <w:rsid w:val="009E6ED4"/>
    <w:rsid w:val="009E73FA"/>
    <w:rsid w:val="009F620F"/>
    <w:rsid w:val="00A03324"/>
    <w:rsid w:val="00A309D0"/>
    <w:rsid w:val="00A64BB8"/>
    <w:rsid w:val="00A76BE8"/>
    <w:rsid w:val="00A8642D"/>
    <w:rsid w:val="00A8759B"/>
    <w:rsid w:val="00A934D0"/>
    <w:rsid w:val="00AA7F1C"/>
    <w:rsid w:val="00AB4DAD"/>
    <w:rsid w:val="00AB5B5D"/>
    <w:rsid w:val="00AC2FCA"/>
    <w:rsid w:val="00AC61A8"/>
    <w:rsid w:val="00AD0995"/>
    <w:rsid w:val="00AF208B"/>
    <w:rsid w:val="00AF3506"/>
    <w:rsid w:val="00B2457D"/>
    <w:rsid w:val="00B3293E"/>
    <w:rsid w:val="00B401D5"/>
    <w:rsid w:val="00B6059A"/>
    <w:rsid w:val="00B64136"/>
    <w:rsid w:val="00B65B56"/>
    <w:rsid w:val="00B67CED"/>
    <w:rsid w:val="00B70B4B"/>
    <w:rsid w:val="00B72A08"/>
    <w:rsid w:val="00B81B03"/>
    <w:rsid w:val="00B81ED6"/>
    <w:rsid w:val="00B84529"/>
    <w:rsid w:val="00B870A6"/>
    <w:rsid w:val="00B97455"/>
    <w:rsid w:val="00BA08C5"/>
    <w:rsid w:val="00BA6628"/>
    <w:rsid w:val="00BB4227"/>
    <w:rsid w:val="00BE1B6F"/>
    <w:rsid w:val="00C0120E"/>
    <w:rsid w:val="00C11E72"/>
    <w:rsid w:val="00C1570F"/>
    <w:rsid w:val="00C47F7A"/>
    <w:rsid w:val="00C578CF"/>
    <w:rsid w:val="00C606F7"/>
    <w:rsid w:val="00C61972"/>
    <w:rsid w:val="00C65C2B"/>
    <w:rsid w:val="00C7427C"/>
    <w:rsid w:val="00C77EA5"/>
    <w:rsid w:val="00C824C2"/>
    <w:rsid w:val="00C872A3"/>
    <w:rsid w:val="00CA4B9B"/>
    <w:rsid w:val="00CC1E8A"/>
    <w:rsid w:val="00D00A1F"/>
    <w:rsid w:val="00D03C6A"/>
    <w:rsid w:val="00D118A3"/>
    <w:rsid w:val="00D2009B"/>
    <w:rsid w:val="00D31FC4"/>
    <w:rsid w:val="00D40DDE"/>
    <w:rsid w:val="00D535EF"/>
    <w:rsid w:val="00D777D7"/>
    <w:rsid w:val="00D82C5B"/>
    <w:rsid w:val="00D87CEA"/>
    <w:rsid w:val="00D9546C"/>
    <w:rsid w:val="00DA1143"/>
    <w:rsid w:val="00DA3112"/>
    <w:rsid w:val="00DA6E6B"/>
    <w:rsid w:val="00DB26DC"/>
    <w:rsid w:val="00DB7168"/>
    <w:rsid w:val="00DC476A"/>
    <w:rsid w:val="00DD136B"/>
    <w:rsid w:val="00DE14EB"/>
    <w:rsid w:val="00DE345B"/>
    <w:rsid w:val="00E01022"/>
    <w:rsid w:val="00E02DD8"/>
    <w:rsid w:val="00E0323F"/>
    <w:rsid w:val="00E055A5"/>
    <w:rsid w:val="00E2633C"/>
    <w:rsid w:val="00E364C7"/>
    <w:rsid w:val="00E47A9E"/>
    <w:rsid w:val="00E536E2"/>
    <w:rsid w:val="00E6000C"/>
    <w:rsid w:val="00E95470"/>
    <w:rsid w:val="00EB047B"/>
    <w:rsid w:val="00ED1D69"/>
    <w:rsid w:val="00EE7FC2"/>
    <w:rsid w:val="00EF0319"/>
    <w:rsid w:val="00EF66C2"/>
    <w:rsid w:val="00EF77D5"/>
    <w:rsid w:val="00F126AD"/>
    <w:rsid w:val="00F31157"/>
    <w:rsid w:val="00F35467"/>
    <w:rsid w:val="00F36855"/>
    <w:rsid w:val="00F42ABC"/>
    <w:rsid w:val="00F82BC1"/>
    <w:rsid w:val="00FA2089"/>
    <w:rsid w:val="00FB2AB1"/>
    <w:rsid w:val="00FB5AAD"/>
    <w:rsid w:val="00FC45AE"/>
    <w:rsid w:val="00FF2823"/>
    <w:rsid w:val="00FF345E"/>
    <w:rsid w:val="00FF5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0CC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58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E6E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E6ED4"/>
    <w:rPr>
      <w:rFonts w:cs="Times New Roman"/>
    </w:rPr>
  </w:style>
  <w:style w:type="table" w:styleId="TableGrid">
    <w:name w:val="Table Grid"/>
    <w:basedOn w:val="TableNormal"/>
    <w:uiPriority w:val="99"/>
    <w:rsid w:val="00B974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253FE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val="ru-RU" w:eastAsia="ko-KR"/>
    </w:rPr>
  </w:style>
  <w:style w:type="character" w:styleId="PageNumber">
    <w:name w:val="page number"/>
    <w:basedOn w:val="DefaultParagraphFont"/>
    <w:uiPriority w:val="99"/>
    <w:rsid w:val="00205AC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65C2B"/>
    <w:rPr>
      <w:rFonts w:cs="Times New Roman"/>
    </w:rPr>
  </w:style>
  <w:style w:type="character" w:styleId="Hyperlink">
    <w:name w:val="Hyperlink"/>
    <w:basedOn w:val="DefaultParagraphFont"/>
    <w:uiPriority w:val="99"/>
    <w:rsid w:val="00ED1D6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studio.code.org/s/course1/stage/1/puzzle/2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487</TotalTime>
  <Pages>6</Pages>
  <Words>1000</Words>
  <Characters>5703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Виталий</cp:lastModifiedBy>
  <cp:revision>193</cp:revision>
  <dcterms:created xsi:type="dcterms:W3CDTF">2014-07-28T19:26:00Z</dcterms:created>
  <dcterms:modified xsi:type="dcterms:W3CDTF">2017-04-09T13:59:00Z</dcterms:modified>
</cp:coreProperties>
</file>